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25F648" w14:textId="77777777" w:rsidR="00FC70F1" w:rsidRPr="00FF48EC" w:rsidRDefault="00FC70F1" w:rsidP="00FC70F1">
      <w:pPr>
        <w:contextualSpacing/>
        <w:jc w:val="center"/>
        <w:rPr>
          <w:spacing w:val="-10"/>
          <w:kern w:val="28"/>
        </w:rPr>
      </w:pPr>
      <w:r w:rsidRPr="00FF48EC">
        <w:rPr>
          <w:b/>
          <w:spacing w:val="-10"/>
          <w:kern w:val="28"/>
        </w:rPr>
        <w:t xml:space="preserve">Příloha </w:t>
      </w:r>
      <w:commentRangeStart w:id="0"/>
      <w:r w:rsidRPr="00FF48EC">
        <w:rPr>
          <w:b/>
          <w:spacing w:val="-10"/>
          <w:kern w:val="28"/>
        </w:rPr>
        <w:t xml:space="preserve">č. 3 </w:t>
      </w:r>
      <w:commentRangeEnd w:id="0"/>
      <w:r w:rsidR="00840DF5">
        <w:rPr>
          <w:rStyle w:val="Odkaznakoment"/>
          <w:lang w:val="x-none" w:eastAsia="x-none"/>
        </w:rPr>
        <w:commentReference w:id="0"/>
      </w:r>
      <w:r w:rsidRPr="00FF48EC">
        <w:rPr>
          <w:b/>
          <w:spacing w:val="-10"/>
          <w:kern w:val="28"/>
        </w:rPr>
        <w:t>Technická specifikace</w:t>
      </w:r>
    </w:p>
    <w:p w14:paraId="586612DA" w14:textId="77777777" w:rsidR="00FC70F1" w:rsidRPr="00FF48EC" w:rsidRDefault="00FC70F1" w:rsidP="00FC70F1">
      <w:pPr>
        <w:jc w:val="both"/>
      </w:pPr>
    </w:p>
    <w:p w14:paraId="5EEE2835" w14:textId="468D32C2" w:rsidR="00FC70F1" w:rsidRPr="00FF48EC" w:rsidRDefault="00FC70F1" w:rsidP="00FC70F1">
      <w:pPr>
        <w:jc w:val="center"/>
      </w:pPr>
      <w:r w:rsidRPr="00FF48EC">
        <w:t>„</w:t>
      </w:r>
      <w:r w:rsidR="00FF48EC" w:rsidRPr="00FF48EC">
        <w:t xml:space="preserve">Dodávky kancelářského nábytku pro Krajskou zdravotní, </w:t>
      </w:r>
      <w:proofErr w:type="spellStart"/>
      <w:r w:rsidR="00FF48EC" w:rsidRPr="00FF48EC">
        <w:t>a.s</w:t>
      </w:r>
      <w:proofErr w:type="spellEnd"/>
      <w:r w:rsidR="00027E2F">
        <w:t xml:space="preserve"> 2021</w:t>
      </w:r>
      <w:r w:rsidR="00FF48EC" w:rsidRPr="00FF48EC">
        <w:t xml:space="preserve"> – ČÁST 2 Sedací nábytek</w:t>
      </w:r>
      <w:r w:rsidR="008401A2" w:rsidRPr="00FF48EC">
        <w:t>“</w:t>
      </w:r>
    </w:p>
    <w:p w14:paraId="7189727C" w14:textId="77777777" w:rsidR="00F36A93" w:rsidRPr="00FF48EC" w:rsidRDefault="00F36A93" w:rsidP="00FC70F1">
      <w:pPr>
        <w:jc w:val="center"/>
      </w:pPr>
    </w:p>
    <w:p w14:paraId="40F9FB34" w14:textId="77777777" w:rsidR="00F36A93" w:rsidRPr="00FF48EC" w:rsidRDefault="00F36A93" w:rsidP="00F36A93">
      <w:pPr>
        <w:jc w:val="both"/>
      </w:pPr>
      <w:r w:rsidRPr="00FF48EC">
        <w:t xml:space="preserve">Tento dokument přesně definuje požadavky zadavatele na předmět plnění </w:t>
      </w:r>
      <w:r w:rsidR="00820FE7" w:rsidRPr="00FF48EC">
        <w:t xml:space="preserve">výše uvedené </w:t>
      </w:r>
      <w:r w:rsidRPr="00FF48EC">
        <w:t>veřejné zakázky.</w:t>
      </w:r>
    </w:p>
    <w:p w14:paraId="5126D2FB" w14:textId="77777777" w:rsidR="008401A2" w:rsidRPr="00FF48EC" w:rsidRDefault="008401A2" w:rsidP="008401A2">
      <w:pPr>
        <w:rPr>
          <w:b/>
          <w:u w:val="single"/>
        </w:rPr>
      </w:pPr>
    </w:p>
    <w:p w14:paraId="5978BFE6" w14:textId="77777777" w:rsidR="00FF48EC" w:rsidRPr="00FF48EC" w:rsidRDefault="00FF48EC" w:rsidP="00FF48EC">
      <w:pPr>
        <w:rPr>
          <w:b/>
          <w:u w:val="single"/>
        </w:rPr>
      </w:pPr>
      <w:r w:rsidRPr="00FF48EC">
        <w:rPr>
          <w:b/>
          <w:u w:val="single"/>
        </w:rPr>
        <w:t>Celokovové čekárenské lavice</w:t>
      </w:r>
    </w:p>
    <w:p w14:paraId="0866B6CC" w14:textId="77777777" w:rsidR="00FF48EC" w:rsidRPr="00FF48EC" w:rsidRDefault="00FF48EC" w:rsidP="00B05892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Celokovová konstrukce,</w:t>
      </w:r>
    </w:p>
    <w:p w14:paraId="677F5439" w14:textId="77777777" w:rsidR="00FF48EC" w:rsidRPr="00FF48EC" w:rsidRDefault="00FF48EC" w:rsidP="00B05892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Sedáky a opěráky vyrobeny z perforovaného plechu o tloušťce min. 1,5 mm,</w:t>
      </w:r>
    </w:p>
    <w:p w14:paraId="1ACEFDAE" w14:textId="77777777" w:rsidR="00FF48EC" w:rsidRPr="00FF48EC" w:rsidRDefault="00FF48EC" w:rsidP="00B05892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Omyvatelný a dezinfikovatelný povrch, vhodný pro používání ve zdravotnictví,</w:t>
      </w:r>
    </w:p>
    <w:p w14:paraId="11E6B011" w14:textId="77777777" w:rsidR="00FF48EC" w:rsidRPr="00FF48EC" w:rsidRDefault="00FF48EC" w:rsidP="00B05892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Výškově nastavitelné kluzáky, na stranách lavice kovové područky,</w:t>
      </w:r>
    </w:p>
    <w:p w14:paraId="59FD23F6" w14:textId="77777777" w:rsidR="00FF48EC" w:rsidRPr="00FF48EC" w:rsidRDefault="00FF48EC" w:rsidP="00B05892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Nosnost minimálně 100 kg na 1 sedátko,</w:t>
      </w:r>
    </w:p>
    <w:p w14:paraId="5F597F83" w14:textId="77777777" w:rsidR="00FF48EC" w:rsidRDefault="00FF48EC" w:rsidP="00B05892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Výška sedáku minimálně 400 mm.</w:t>
      </w:r>
    </w:p>
    <w:p w14:paraId="5665F713" w14:textId="5C131903" w:rsidR="000644C1" w:rsidRPr="000644C1" w:rsidRDefault="000644C1" w:rsidP="00B05892">
      <w:pPr>
        <w:pStyle w:val="Odstavecseseznamem"/>
        <w:numPr>
          <w:ilvl w:val="0"/>
          <w:numId w:val="1"/>
        </w:numPr>
        <w:rPr>
          <w:rFonts w:ascii="Times New Roman" w:hAnsi="Times New Roman"/>
          <w:color w:val="FF0000"/>
          <w:sz w:val="24"/>
          <w:szCs w:val="24"/>
        </w:rPr>
      </w:pPr>
      <w:r w:rsidRPr="000644C1">
        <w:rPr>
          <w:rFonts w:ascii="Times New Roman" w:hAnsi="Times New Roman"/>
          <w:color w:val="FF0000"/>
          <w:sz w:val="24"/>
          <w:szCs w:val="24"/>
        </w:rPr>
        <w:t xml:space="preserve">Barevné provedení </w:t>
      </w:r>
      <w:r w:rsidR="00C521A9">
        <w:rPr>
          <w:rFonts w:ascii="Times New Roman" w:hAnsi="Times New Roman"/>
          <w:color w:val="FF0000"/>
          <w:sz w:val="24"/>
          <w:szCs w:val="24"/>
        </w:rPr>
        <w:t>stříbrná</w:t>
      </w:r>
    </w:p>
    <w:p w14:paraId="077DBB0E" w14:textId="77777777" w:rsidR="00FF48EC" w:rsidRPr="00FF48EC" w:rsidRDefault="00FF48EC" w:rsidP="00FF48EC">
      <w:pPr>
        <w:rPr>
          <w:b/>
          <w:u w:val="single"/>
        </w:rPr>
      </w:pPr>
      <w:r w:rsidRPr="00FF48EC">
        <w:rPr>
          <w:b/>
          <w:u w:val="single"/>
        </w:rPr>
        <w:t>Celokovová čekárenská lavice s polstrováním</w:t>
      </w:r>
    </w:p>
    <w:p w14:paraId="7D7DC23A" w14:textId="77777777" w:rsidR="00FF48EC" w:rsidRPr="00FF48EC" w:rsidRDefault="00FF48EC" w:rsidP="00B05892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Celokovová konstrukce,</w:t>
      </w:r>
    </w:p>
    <w:p w14:paraId="5C912979" w14:textId="77777777" w:rsidR="00FF48EC" w:rsidRPr="00FF48EC" w:rsidRDefault="00FF48EC" w:rsidP="00B05892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Sedáky a opěráky vyrobeny z perforovaného plechu o tloušťce min. 1,5 mm,</w:t>
      </w:r>
    </w:p>
    <w:p w14:paraId="47F0F148" w14:textId="77777777" w:rsidR="00FF48EC" w:rsidRPr="00FF48EC" w:rsidRDefault="00FF48EC" w:rsidP="00B05892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Sedáky a opěráky čalouněné materiálem dle Vyhlášky č. 23/2008 Sb. v minimálně 3 barevných provedeních,</w:t>
      </w:r>
    </w:p>
    <w:p w14:paraId="01652755" w14:textId="77777777" w:rsidR="00FF48EC" w:rsidRPr="00FF48EC" w:rsidRDefault="00FF48EC" w:rsidP="00B05892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Omyvatelný a dezinfikovatelný povrch, vhodný pro používání ve zdravotnictví,</w:t>
      </w:r>
    </w:p>
    <w:p w14:paraId="20A2A8FE" w14:textId="77777777" w:rsidR="00FF48EC" w:rsidRPr="00FF48EC" w:rsidRDefault="00FF48EC" w:rsidP="00B05892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Výškově nastavitelné kluzáky, na stranách lavice kovové područky,</w:t>
      </w:r>
    </w:p>
    <w:p w14:paraId="1B39EC32" w14:textId="77777777" w:rsidR="00FF48EC" w:rsidRPr="00FF48EC" w:rsidRDefault="00FF48EC" w:rsidP="00B05892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Nosnost minimálně 100 kg na 1 sedátko,</w:t>
      </w:r>
    </w:p>
    <w:p w14:paraId="182709EE" w14:textId="77777777" w:rsidR="00FF48EC" w:rsidRPr="00FF48EC" w:rsidRDefault="00FF48EC" w:rsidP="00B05892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Výška sedáku minimálně 400 mm.</w:t>
      </w:r>
    </w:p>
    <w:p w14:paraId="2CB49D6E" w14:textId="77777777" w:rsidR="00FF48EC" w:rsidRPr="00FF48EC" w:rsidRDefault="00FF48EC" w:rsidP="00FF48EC">
      <w:pPr>
        <w:rPr>
          <w:b/>
          <w:u w:val="single"/>
        </w:rPr>
      </w:pPr>
      <w:r w:rsidRPr="00FF48EC">
        <w:rPr>
          <w:b/>
          <w:u w:val="single"/>
        </w:rPr>
        <w:t>Čalouněná čekárenská lavice</w:t>
      </w:r>
    </w:p>
    <w:p w14:paraId="28085C5E" w14:textId="77777777" w:rsidR="00FF48EC" w:rsidRPr="00FF48EC" w:rsidRDefault="00FF48EC" w:rsidP="00B05892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Kovové podnoží v minimálně 2 barevných provedeních,</w:t>
      </w:r>
    </w:p>
    <w:p w14:paraId="63CC4459" w14:textId="77777777" w:rsidR="00FF48EC" w:rsidRPr="00FF48EC" w:rsidRDefault="00FF48EC" w:rsidP="00B05892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Sedáky a opěráky čalouněné kvalitní látkou, kůží, koženkou nebo EKO-kůží v minimálně 3 barevných provedeních,</w:t>
      </w:r>
    </w:p>
    <w:p w14:paraId="2E66E363" w14:textId="77777777" w:rsidR="00FF48EC" w:rsidRPr="00FF48EC" w:rsidRDefault="00FF48EC" w:rsidP="00B05892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Omyvatelný a dezinfikovatelný povrch, vhodný pro používání ve zdravotnictví,</w:t>
      </w:r>
    </w:p>
    <w:p w14:paraId="3C2E0F0D" w14:textId="77777777" w:rsidR="00FF48EC" w:rsidRPr="00FF48EC" w:rsidRDefault="00FF48EC" w:rsidP="00B05892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Výškově nastavitelné kluzáky,</w:t>
      </w:r>
    </w:p>
    <w:p w14:paraId="4E044781" w14:textId="77777777" w:rsidR="00FF48EC" w:rsidRPr="00FF48EC" w:rsidRDefault="00FF48EC" w:rsidP="00B05892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Nosnost minimálně 100 kg na 1 sedátko,</w:t>
      </w:r>
    </w:p>
    <w:p w14:paraId="1537FB47" w14:textId="77777777" w:rsidR="00FF48EC" w:rsidRPr="00FF48EC" w:rsidRDefault="00FF48EC" w:rsidP="00B05892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Výška sedáku minimálně 400 mm.</w:t>
      </w:r>
    </w:p>
    <w:p w14:paraId="1FAF9D59" w14:textId="77777777" w:rsidR="00FF48EC" w:rsidRPr="00FF48EC" w:rsidRDefault="00FF48EC" w:rsidP="00FF48EC">
      <w:pPr>
        <w:rPr>
          <w:b/>
          <w:u w:val="single"/>
        </w:rPr>
      </w:pPr>
      <w:r w:rsidRPr="00FF48EC">
        <w:rPr>
          <w:b/>
          <w:u w:val="single"/>
        </w:rPr>
        <w:t>Plastová čekárenská lavice</w:t>
      </w:r>
    </w:p>
    <w:p w14:paraId="2F342EE8" w14:textId="77777777" w:rsidR="00FF48EC" w:rsidRPr="00FF48EC" w:rsidRDefault="00FF48EC" w:rsidP="00B05892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Kovové podnoží v minimálně 2 barevných provedeních,</w:t>
      </w:r>
    </w:p>
    <w:p w14:paraId="7FF8505F" w14:textId="77777777" w:rsidR="00FF48EC" w:rsidRPr="00FF48EC" w:rsidRDefault="00FF48EC" w:rsidP="00B05892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Sedáky a opěráky plastové v minimálně 5 barevných provedeních,</w:t>
      </w:r>
    </w:p>
    <w:p w14:paraId="74304166" w14:textId="77777777" w:rsidR="00FF48EC" w:rsidRPr="00FF48EC" w:rsidRDefault="00FF48EC" w:rsidP="00B05892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Omyvatelný a dezinfikovatelný povrch, vhodný pro používání ve zdravotnictví,</w:t>
      </w:r>
    </w:p>
    <w:p w14:paraId="7A49CDAD" w14:textId="77777777" w:rsidR="00FF48EC" w:rsidRPr="00FF48EC" w:rsidRDefault="00FF48EC" w:rsidP="00B05892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Výškově nastavitelné kluzáky,</w:t>
      </w:r>
    </w:p>
    <w:p w14:paraId="7C646E24" w14:textId="77777777" w:rsidR="00FF48EC" w:rsidRPr="00FF48EC" w:rsidRDefault="00FF48EC" w:rsidP="00B05892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Nosnost minimálně 100 kg na 1 sedátko,</w:t>
      </w:r>
    </w:p>
    <w:p w14:paraId="33E24481" w14:textId="77777777" w:rsidR="00FF48EC" w:rsidRPr="00FF48EC" w:rsidRDefault="00FF48EC" w:rsidP="00B05892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Výška sedáku minimálně 400 mm.</w:t>
      </w:r>
    </w:p>
    <w:p w14:paraId="0A6AD239" w14:textId="77777777" w:rsidR="00FF48EC" w:rsidRPr="00FF48EC" w:rsidRDefault="00FF48EC" w:rsidP="00FF48EC">
      <w:pPr>
        <w:rPr>
          <w:b/>
          <w:u w:val="single"/>
        </w:rPr>
      </w:pPr>
      <w:r w:rsidRPr="00FF48EC">
        <w:rPr>
          <w:b/>
          <w:u w:val="single"/>
        </w:rPr>
        <w:t>Jednací židle bez područek</w:t>
      </w:r>
    </w:p>
    <w:p w14:paraId="3F0F8184" w14:textId="77777777" w:rsidR="00FF48EC" w:rsidRPr="00FF48EC" w:rsidRDefault="00FF48EC" w:rsidP="00B05892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Kovové konstrukce v minimálně 2 barevných provedeních,</w:t>
      </w:r>
    </w:p>
    <w:p w14:paraId="50E87041" w14:textId="77777777" w:rsidR="00FF48EC" w:rsidRPr="00FF48EC" w:rsidRDefault="00FF48EC" w:rsidP="00B05892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Výška sedáku minimálně 440 mm,</w:t>
      </w:r>
    </w:p>
    <w:p w14:paraId="00275C83" w14:textId="77777777" w:rsidR="00FF48EC" w:rsidRPr="00FF48EC" w:rsidRDefault="00FF48EC" w:rsidP="00B05892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lastRenderedPageBreak/>
        <w:t>Nosnost minimálně 120 kg,</w:t>
      </w:r>
    </w:p>
    <w:p w14:paraId="0114BA7A" w14:textId="77777777" w:rsidR="00FF48EC" w:rsidRPr="00FF48EC" w:rsidRDefault="00FF48EC" w:rsidP="00B05892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Plastové koncovky nohou.</w:t>
      </w:r>
    </w:p>
    <w:p w14:paraId="1342863C" w14:textId="77777777" w:rsidR="00FF48EC" w:rsidRPr="00FF48EC" w:rsidRDefault="00FF48EC" w:rsidP="00FF48EC">
      <w:pPr>
        <w:rPr>
          <w:b/>
          <w:u w:val="single"/>
        </w:rPr>
      </w:pPr>
    </w:p>
    <w:p w14:paraId="7A245837" w14:textId="77777777" w:rsidR="00FF48EC" w:rsidRPr="00A23957" w:rsidRDefault="00FF48EC" w:rsidP="00FF48EC">
      <w:pPr>
        <w:rPr>
          <w:b/>
          <w:u w:val="single"/>
        </w:rPr>
      </w:pPr>
      <w:r w:rsidRPr="00A23957">
        <w:rPr>
          <w:b/>
          <w:u w:val="single"/>
        </w:rPr>
        <w:t>Jednací židle s područkami</w:t>
      </w:r>
    </w:p>
    <w:p w14:paraId="5F591FC7" w14:textId="77777777" w:rsidR="00FF48EC" w:rsidRPr="00A23957" w:rsidRDefault="00FF48EC" w:rsidP="00B05892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23957">
        <w:rPr>
          <w:rFonts w:ascii="Times New Roman" w:hAnsi="Times New Roman"/>
          <w:sz w:val="24"/>
          <w:szCs w:val="24"/>
        </w:rPr>
        <w:t>Kovové konstrukce v minimálně 2 barevných provedeních,</w:t>
      </w:r>
    </w:p>
    <w:p w14:paraId="79250169" w14:textId="77777777" w:rsidR="00FF48EC" w:rsidRPr="00A23957" w:rsidRDefault="00FF48EC" w:rsidP="00B05892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23957">
        <w:rPr>
          <w:rFonts w:ascii="Times New Roman" w:hAnsi="Times New Roman"/>
          <w:sz w:val="24"/>
          <w:szCs w:val="24"/>
        </w:rPr>
        <w:t>Výška sedáku minimálně 440 mm,</w:t>
      </w:r>
    </w:p>
    <w:p w14:paraId="1BB41D78" w14:textId="77777777" w:rsidR="00FF48EC" w:rsidRPr="00A23957" w:rsidRDefault="00FF48EC" w:rsidP="00B05892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23957">
        <w:rPr>
          <w:rFonts w:ascii="Times New Roman" w:hAnsi="Times New Roman"/>
          <w:sz w:val="24"/>
          <w:szCs w:val="24"/>
        </w:rPr>
        <w:t>Nosnost minimálně 120 kg,</w:t>
      </w:r>
    </w:p>
    <w:p w14:paraId="67DB560A" w14:textId="77777777" w:rsidR="00FF48EC" w:rsidRPr="00A23957" w:rsidRDefault="00FF48EC" w:rsidP="00B05892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23957">
        <w:rPr>
          <w:rFonts w:ascii="Times New Roman" w:hAnsi="Times New Roman"/>
          <w:sz w:val="24"/>
          <w:szCs w:val="24"/>
        </w:rPr>
        <w:t>Černé plastové koncovky nohou,</w:t>
      </w:r>
    </w:p>
    <w:p w14:paraId="6480A87B" w14:textId="77777777" w:rsidR="00FF48EC" w:rsidRPr="00A23957" w:rsidRDefault="00FF48EC" w:rsidP="00B05892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23957">
        <w:rPr>
          <w:rFonts w:ascii="Times New Roman" w:hAnsi="Times New Roman"/>
          <w:sz w:val="24"/>
          <w:szCs w:val="24"/>
        </w:rPr>
        <w:t>Područky v barvě kovové konstrukce.</w:t>
      </w:r>
    </w:p>
    <w:p w14:paraId="36CC5146" w14:textId="77777777" w:rsidR="00FF48EC" w:rsidRPr="00FF48EC" w:rsidRDefault="00FF48EC" w:rsidP="00FF48EC">
      <w:pPr>
        <w:rPr>
          <w:b/>
          <w:u w:val="single"/>
        </w:rPr>
      </w:pPr>
      <w:r w:rsidRPr="00FF48EC">
        <w:rPr>
          <w:b/>
          <w:u w:val="single"/>
        </w:rPr>
        <w:t>Dřevěná židle</w:t>
      </w:r>
    </w:p>
    <w:p w14:paraId="5756B50F" w14:textId="77777777" w:rsidR="00FF48EC" w:rsidRPr="00FF48EC" w:rsidRDefault="00FF48EC" w:rsidP="00B05892">
      <w:pPr>
        <w:pStyle w:val="Odstavecseseznamem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Kovová kostra v minimálně 2 barevných provedeních,</w:t>
      </w:r>
    </w:p>
    <w:p w14:paraId="346CD6FE" w14:textId="77777777" w:rsidR="00FF48EC" w:rsidRPr="00FF48EC" w:rsidRDefault="00FF48EC" w:rsidP="00B05892">
      <w:pPr>
        <w:pStyle w:val="Odstavecseseznamem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 xml:space="preserve">Výška sedáku minimálně 440 mm, </w:t>
      </w:r>
    </w:p>
    <w:p w14:paraId="4E80A03F" w14:textId="77777777" w:rsidR="00FF48EC" w:rsidRPr="00FF48EC" w:rsidRDefault="00FF48EC" w:rsidP="00B05892">
      <w:pPr>
        <w:pStyle w:val="Odstavecseseznamem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Stohovatelná,</w:t>
      </w:r>
    </w:p>
    <w:p w14:paraId="37905FC9" w14:textId="77777777" w:rsidR="00FF48EC" w:rsidRPr="00FF48EC" w:rsidRDefault="00FF48EC" w:rsidP="00B05892">
      <w:pPr>
        <w:pStyle w:val="Odstavecseseznamem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Korpus z tvarované jednodílné překližky potažený laminem v minimálně 3 barevných provedeních,</w:t>
      </w:r>
    </w:p>
    <w:p w14:paraId="38B78620" w14:textId="77777777" w:rsidR="00FF48EC" w:rsidRPr="00FF48EC" w:rsidRDefault="00FF48EC" w:rsidP="00B05892">
      <w:pPr>
        <w:pStyle w:val="Odstavecseseznamem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Minimální výška židle 850 mm,</w:t>
      </w:r>
    </w:p>
    <w:p w14:paraId="73A146E0" w14:textId="77777777" w:rsidR="00FF48EC" w:rsidRPr="00FF48EC" w:rsidRDefault="00FF48EC" w:rsidP="00B05892">
      <w:pPr>
        <w:pStyle w:val="Odstavecseseznamem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Nosnost minimálně 110 kg.</w:t>
      </w:r>
    </w:p>
    <w:p w14:paraId="0D28E3A2" w14:textId="77777777" w:rsidR="00FF48EC" w:rsidRPr="00FF48EC" w:rsidRDefault="00FF48EC" w:rsidP="00FF48EC">
      <w:pPr>
        <w:rPr>
          <w:b/>
          <w:u w:val="single"/>
        </w:rPr>
      </w:pPr>
      <w:r w:rsidRPr="00FF48EC">
        <w:rPr>
          <w:b/>
          <w:u w:val="single"/>
        </w:rPr>
        <w:t>Laboratorní židle</w:t>
      </w:r>
    </w:p>
    <w:p w14:paraId="74B172D3" w14:textId="77777777" w:rsidR="00FF48EC" w:rsidRPr="00FF48EC" w:rsidRDefault="00FF48EC" w:rsidP="00FF48EC">
      <w:pPr>
        <w:rPr>
          <w:color w:val="000000"/>
        </w:rPr>
      </w:pPr>
      <w:r w:rsidRPr="00FF48EC">
        <w:rPr>
          <w:color w:val="000000"/>
        </w:rPr>
        <w:t>Laboratorní židle s opěrákem</w:t>
      </w:r>
    </w:p>
    <w:p w14:paraId="0798ACE6" w14:textId="77777777" w:rsidR="002E2571" w:rsidRPr="00FF48EC" w:rsidRDefault="00FF48EC" w:rsidP="002E2571">
      <w:pPr>
        <w:pStyle w:val="Odstavecseseznamem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Sedák a opěrák z PUR,</w:t>
      </w:r>
      <w:r w:rsidR="002E25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2E2571" w:rsidRPr="002E2571">
        <w:rPr>
          <w:rFonts w:ascii="Times New Roman" w:hAnsi="Times New Roman"/>
          <w:color w:val="FF0000"/>
          <w:sz w:val="24"/>
          <w:szCs w:val="24"/>
        </w:rPr>
        <w:t>v minimálně 3 barevných provedeních,</w:t>
      </w:r>
    </w:p>
    <w:p w14:paraId="44FDD1CA" w14:textId="77777777" w:rsidR="00FF48EC" w:rsidRPr="00FF48EC" w:rsidRDefault="00FF48EC" w:rsidP="00B05892">
      <w:pPr>
        <w:pStyle w:val="Odstavecseseznamem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Omyvatelný a dezinfikovatelný povrch, vhodný pro používání ve zdravotnictví,</w:t>
      </w:r>
    </w:p>
    <w:p w14:paraId="58661609" w14:textId="77777777" w:rsidR="00FF48EC" w:rsidRPr="00FF48EC" w:rsidRDefault="00FF48EC" w:rsidP="00B05892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Nastavení výšky sezení, výškové nastavení opěrky,</w:t>
      </w:r>
    </w:p>
    <w:p w14:paraId="5F684770" w14:textId="77777777" w:rsidR="00FF48EC" w:rsidRPr="00FF48EC" w:rsidRDefault="00FF48EC" w:rsidP="00B05892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5-ti ramenný chromovaný kříž, nosnost min. 120 kg,</w:t>
      </w:r>
    </w:p>
    <w:p w14:paraId="3E896A4E" w14:textId="77777777" w:rsidR="00FF48EC" w:rsidRPr="00FF48EC" w:rsidRDefault="00FF48EC" w:rsidP="00B05892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Kolečka univerzální nebo na tvrdou podlahu,</w:t>
      </w:r>
    </w:p>
    <w:p w14:paraId="38C00B47" w14:textId="77777777" w:rsidR="00FF48EC" w:rsidRDefault="00FF48EC" w:rsidP="00B05892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 zvýšené židle chromovaný výškově stavitelný opěrný kruh na nohy.</w:t>
      </w:r>
    </w:p>
    <w:p w14:paraId="3A7D6D92" w14:textId="77777777" w:rsidR="00FF48EC" w:rsidRPr="00FF48EC" w:rsidRDefault="00FF48EC" w:rsidP="00FF48EC"/>
    <w:p w14:paraId="78E15E84" w14:textId="77777777" w:rsidR="00FF48EC" w:rsidRPr="00FF48EC" w:rsidRDefault="00FF48EC" w:rsidP="00FF48EC">
      <w:r w:rsidRPr="00FF48EC">
        <w:t>Laboratorní židle bez opěráku</w:t>
      </w:r>
    </w:p>
    <w:p w14:paraId="7E0328DA" w14:textId="77777777" w:rsidR="002E2571" w:rsidRPr="002E2571" w:rsidRDefault="00FF48EC" w:rsidP="002E2571">
      <w:pPr>
        <w:pStyle w:val="Odstavecseseznamem"/>
        <w:numPr>
          <w:ilvl w:val="0"/>
          <w:numId w:val="4"/>
        </w:numPr>
        <w:rPr>
          <w:rFonts w:ascii="Times New Roman" w:hAnsi="Times New Roman"/>
          <w:color w:val="FF0000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Výškově nastavitelný otočný sedák čalouněn v kožence nebo EKO-kůži,</w:t>
      </w:r>
      <w:r w:rsidR="002E2571">
        <w:rPr>
          <w:rFonts w:ascii="Times New Roman" w:hAnsi="Times New Roman"/>
          <w:sz w:val="24"/>
          <w:szCs w:val="24"/>
        </w:rPr>
        <w:t xml:space="preserve"> </w:t>
      </w:r>
      <w:r w:rsidR="002E2571" w:rsidRPr="002E2571">
        <w:rPr>
          <w:rFonts w:ascii="Times New Roman" w:hAnsi="Times New Roman"/>
          <w:color w:val="FF0000"/>
          <w:sz w:val="24"/>
          <w:szCs w:val="24"/>
        </w:rPr>
        <w:t>v minimálně 3 barevných provedeních,</w:t>
      </w:r>
    </w:p>
    <w:p w14:paraId="3E9A4202" w14:textId="77777777" w:rsidR="00FF48EC" w:rsidRPr="00FF48EC" w:rsidRDefault="00FF48EC" w:rsidP="00B05892">
      <w:pPr>
        <w:pStyle w:val="Odstavecseseznamem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Omyvatelný a dezinfikovatelný povrch, vhodný pro používání ve zdravotnictví,</w:t>
      </w:r>
    </w:p>
    <w:p w14:paraId="3EE323DD" w14:textId="77777777" w:rsidR="00FF48EC" w:rsidRPr="00FF48EC" w:rsidRDefault="00FF48EC" w:rsidP="00B05892">
      <w:pPr>
        <w:pStyle w:val="Odstavecseseznamem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Sedák o průměru minimálně 380 mm,</w:t>
      </w:r>
    </w:p>
    <w:p w14:paraId="2AE3A6A9" w14:textId="77777777" w:rsidR="00FF48EC" w:rsidRPr="00FF48EC" w:rsidRDefault="00FF48EC" w:rsidP="00B05892">
      <w:pPr>
        <w:pStyle w:val="Odstavecseseznamem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5-ti ramenný </w:t>
      </w:r>
      <w:r w:rsidR="00E5442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chromovaný kříž, nosnost min. 12</w:t>
      </w: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0 kg,</w:t>
      </w:r>
    </w:p>
    <w:p w14:paraId="7A7D5EE8" w14:textId="77777777" w:rsidR="00FF48EC" w:rsidRDefault="00FF48EC" w:rsidP="00B05892">
      <w:pPr>
        <w:pStyle w:val="Odstavecseseznamem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Kolečka univerzální nebo na tvrdou podlahu.</w:t>
      </w:r>
    </w:p>
    <w:p w14:paraId="5A431C78" w14:textId="77777777" w:rsidR="002E2571" w:rsidRDefault="002E2571" w:rsidP="00FF48EC">
      <w:pPr>
        <w:rPr>
          <w:b/>
          <w:color w:val="000000"/>
          <w:u w:val="single"/>
        </w:rPr>
      </w:pPr>
    </w:p>
    <w:p w14:paraId="7021404F" w14:textId="77777777" w:rsidR="00FF48EC" w:rsidRPr="00FF48EC" w:rsidRDefault="00FF48EC" w:rsidP="00FF48EC">
      <w:pPr>
        <w:rPr>
          <w:b/>
          <w:color w:val="000000"/>
          <w:u w:val="single"/>
        </w:rPr>
      </w:pPr>
      <w:r w:rsidRPr="00FF48EC">
        <w:rPr>
          <w:b/>
          <w:color w:val="000000"/>
          <w:u w:val="single"/>
        </w:rPr>
        <w:t>Dřevěné křeslo</w:t>
      </w:r>
    </w:p>
    <w:p w14:paraId="46AD1720" w14:textId="77777777" w:rsidR="00FF48EC" w:rsidRPr="00FF48EC" w:rsidRDefault="00FF48EC" w:rsidP="00FF48EC">
      <w:pPr>
        <w:rPr>
          <w:b/>
          <w:color w:val="000000"/>
          <w:u w:val="single"/>
        </w:rPr>
      </w:pPr>
    </w:p>
    <w:p w14:paraId="795D0D59" w14:textId="77777777" w:rsidR="00FF48EC" w:rsidRPr="00FF48EC" w:rsidRDefault="00FF48EC" w:rsidP="00B05892">
      <w:pPr>
        <w:pStyle w:val="Odstavecseseznamem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Moření dřeva v minimálně 3 odstínech,</w:t>
      </w:r>
    </w:p>
    <w:p w14:paraId="01D610AA" w14:textId="77777777" w:rsidR="00FF48EC" w:rsidRPr="00FF48EC" w:rsidRDefault="00FF48EC" w:rsidP="00B05892">
      <w:pPr>
        <w:pStyle w:val="Odstavecseseznamem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Omyvatelný a dezinfikovatelný povrch, vhodný pro používání ve zdravotnictví,</w:t>
      </w:r>
    </w:p>
    <w:p w14:paraId="0C49EAA8" w14:textId="77777777" w:rsidR="00FF48EC" w:rsidRPr="00FF48EC" w:rsidRDefault="00FF48EC" w:rsidP="00B05892">
      <w:pPr>
        <w:pStyle w:val="Odstavecseseznamem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Čalouněno látkou, koženkou nebo EKO-kůží v minimálně 5 barevných provedeních,</w:t>
      </w:r>
    </w:p>
    <w:p w14:paraId="0ABBD88C" w14:textId="77777777" w:rsidR="00FF48EC" w:rsidRPr="00FF48EC" w:rsidRDefault="00FF48EC" w:rsidP="00B05892">
      <w:pPr>
        <w:pStyle w:val="Odstavecseseznamem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Otěruvzdornost min. 50 000 cyklů,</w:t>
      </w:r>
    </w:p>
    <w:p w14:paraId="636F2F17" w14:textId="77777777" w:rsidR="00FF48EC" w:rsidRDefault="00054C46" w:rsidP="00B05892">
      <w:pPr>
        <w:pStyle w:val="Odstavecseseznamem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Vysoké křeslo: v</w:t>
      </w:r>
      <w:r w:rsidR="00FF48EC"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ýška sedáku minimálně 370 mm,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výška křesla minimálně 1000 mm,</w:t>
      </w:r>
      <w:r w:rsidR="00694E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šířka sedáku minimálně 500 mm, hloubka sedáku minimálně 470 mm,</w:t>
      </w:r>
    </w:p>
    <w:p w14:paraId="3B6E77CD" w14:textId="77777777" w:rsidR="00054C46" w:rsidRPr="00FF48EC" w:rsidRDefault="00054C46" w:rsidP="00B05892">
      <w:pPr>
        <w:pStyle w:val="Odstavecseseznamem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Nízké křeslo: výška sedáku minimálně 440 mm, výška křesla </w:t>
      </w:r>
      <w:r w:rsidR="00694E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minimálně 850 mm, šířka a hloubka sedáku minimálně 480 mm.</w:t>
      </w:r>
    </w:p>
    <w:p w14:paraId="17F6BC61" w14:textId="77777777" w:rsidR="00FF48EC" w:rsidRPr="00FF48EC" w:rsidRDefault="00FF48EC" w:rsidP="00FF48EC">
      <w:pPr>
        <w:rPr>
          <w:b/>
          <w:color w:val="000000"/>
          <w:u w:val="single"/>
        </w:rPr>
      </w:pPr>
    </w:p>
    <w:p w14:paraId="6FA5A4F6" w14:textId="77777777" w:rsidR="00694E86" w:rsidRDefault="00694E86" w:rsidP="00FF48EC">
      <w:pPr>
        <w:rPr>
          <w:b/>
          <w:color w:val="000000"/>
          <w:u w:val="single"/>
        </w:rPr>
      </w:pPr>
    </w:p>
    <w:p w14:paraId="40B65566" w14:textId="77777777" w:rsidR="00FF48EC" w:rsidRPr="00FF48EC" w:rsidRDefault="00FF48EC" w:rsidP="00FF48EC">
      <w:pPr>
        <w:rPr>
          <w:b/>
          <w:color w:val="000000"/>
          <w:u w:val="single"/>
        </w:rPr>
      </w:pPr>
      <w:r w:rsidRPr="00FF48EC">
        <w:rPr>
          <w:b/>
          <w:color w:val="000000"/>
          <w:u w:val="single"/>
        </w:rPr>
        <w:t>Polohovací křeslo</w:t>
      </w:r>
    </w:p>
    <w:p w14:paraId="2DF6F06A" w14:textId="77777777" w:rsidR="00FF48EC" w:rsidRPr="00FF48EC" w:rsidRDefault="00FF48EC" w:rsidP="00FF48EC">
      <w:pPr>
        <w:rPr>
          <w:color w:val="000000"/>
        </w:rPr>
      </w:pPr>
    </w:p>
    <w:p w14:paraId="7571DB7C" w14:textId="77777777" w:rsidR="00FF48EC" w:rsidRPr="00FF48EC" w:rsidRDefault="00FF48EC" w:rsidP="00B05892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Polohovací křeslo s vyso</w:t>
      </w:r>
      <w:r w:rsidR="00370D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uvací podnožkou a ručními opěrkami</w:t>
      </w: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</w:p>
    <w:p w14:paraId="2BFE211B" w14:textId="77777777" w:rsidR="00FF48EC" w:rsidRPr="00FF48EC" w:rsidRDefault="00FF48EC" w:rsidP="00B05892">
      <w:pPr>
        <w:pStyle w:val="Odstavecseseznamem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FF48EC">
        <w:rPr>
          <w:rFonts w:ascii="Times New Roman" w:hAnsi="Times New Roman"/>
          <w:sz w:val="24"/>
          <w:szCs w:val="24"/>
        </w:rPr>
        <w:t>Omyvatelný a dezinfikovatelný povrch, vhodný pro používání ve zdravotnictví,</w:t>
      </w:r>
    </w:p>
    <w:p w14:paraId="4F48C26E" w14:textId="77777777" w:rsidR="00FF48EC" w:rsidRPr="00FF48EC" w:rsidRDefault="00130C26" w:rsidP="00B05892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Celoč</w:t>
      </w:r>
      <w:r w:rsidR="00FF48EC"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alouněno</w:t>
      </w:r>
      <w:proofErr w:type="spellEnd"/>
      <w:r w:rsidR="00FF48EC"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koženkou nebo EKO-kůží v minimálně 2 barevných provedeních,</w:t>
      </w:r>
    </w:p>
    <w:p w14:paraId="3557C396" w14:textId="77777777" w:rsidR="00FF48EC" w:rsidRPr="00FF48EC" w:rsidRDefault="00FF48EC" w:rsidP="00B05892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Výška sedáku min. 420 mm, šířka sedáku min. 470 mm, hloubka sedáku min. 480 mm, výška křesla minimálně 1000 mm, </w:t>
      </w:r>
    </w:p>
    <w:p w14:paraId="02F7323B" w14:textId="77777777" w:rsidR="00FF48EC" w:rsidRPr="00FF48EC" w:rsidRDefault="00FF48EC" w:rsidP="00B05892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Nosnost minimálně 120 kg,</w:t>
      </w:r>
    </w:p>
    <w:p w14:paraId="604EA1A7" w14:textId="77777777" w:rsidR="00370DDE" w:rsidRDefault="00FF48EC" w:rsidP="00B05892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Vysouvací podnožka s délkou ložné plochy min. 1700 mm</w:t>
      </w:r>
      <w:r w:rsidR="00370D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</w:p>
    <w:p w14:paraId="439C618E" w14:textId="77777777" w:rsidR="00FF48EC" w:rsidRPr="00FF48EC" w:rsidRDefault="00370DDE" w:rsidP="00B05892">
      <w:pPr>
        <w:pStyle w:val="Odstavecseseznamem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Pevné nohy bez koleček</w:t>
      </w:r>
      <w:r w:rsidR="00FF48EC"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14:paraId="615765EB" w14:textId="77777777" w:rsidR="00FF48EC" w:rsidRPr="00FF48EC" w:rsidRDefault="00FF48EC" w:rsidP="00FF48EC">
      <w:pPr>
        <w:rPr>
          <w:b/>
          <w:color w:val="000000"/>
          <w:u w:val="single"/>
        </w:rPr>
      </w:pPr>
    </w:p>
    <w:p w14:paraId="70EDC056" w14:textId="77777777" w:rsidR="00FF48EC" w:rsidRPr="00801964" w:rsidRDefault="00FF48EC" w:rsidP="00FF48EC">
      <w:pPr>
        <w:rPr>
          <w:b/>
          <w:color w:val="000000"/>
          <w:u w:val="single"/>
        </w:rPr>
      </w:pPr>
      <w:r w:rsidRPr="00801964">
        <w:rPr>
          <w:b/>
          <w:color w:val="000000"/>
          <w:u w:val="single"/>
        </w:rPr>
        <w:t>Kancelářské židle</w:t>
      </w:r>
    </w:p>
    <w:p w14:paraId="6BF88685" w14:textId="77777777" w:rsidR="00FF48EC" w:rsidRPr="009A59D9" w:rsidRDefault="00FF48EC" w:rsidP="00FF48EC">
      <w:pPr>
        <w:rPr>
          <w:b/>
          <w:color w:val="000000"/>
          <w:highlight w:val="cyan"/>
          <w:u w:val="single"/>
        </w:rPr>
      </w:pPr>
    </w:p>
    <w:p w14:paraId="384D9015" w14:textId="77777777" w:rsidR="00FF48EC" w:rsidRPr="00CB46E1" w:rsidRDefault="00FF48EC" w:rsidP="00FF48EC">
      <w:pPr>
        <w:rPr>
          <w:color w:val="000000"/>
        </w:rPr>
      </w:pPr>
      <w:r w:rsidRPr="00CB46E1">
        <w:rPr>
          <w:color w:val="000000"/>
        </w:rPr>
        <w:t>Kancelářská židle – síťovina</w:t>
      </w:r>
    </w:p>
    <w:p w14:paraId="129D4189" w14:textId="77777777"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Otočná, pojízdná,</w:t>
      </w:r>
    </w:p>
    <w:p w14:paraId="35E7D852" w14:textId="77777777"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Výškově stavitelné područky,</w:t>
      </w:r>
    </w:p>
    <w:p w14:paraId="1A629A6F" w14:textId="77777777"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Synchronní mechanika s nastavením síly protiváhy a minimálně 4 polohy aretace,</w:t>
      </w:r>
    </w:p>
    <w:p w14:paraId="53CB433A" w14:textId="77777777"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Sedák čalouněný látkou, šířka sedáku min. 500 mm, hloubka sedáku min. 450 mm,</w:t>
      </w:r>
    </w:p>
    <w:p w14:paraId="37DEFD09" w14:textId="77777777"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Opěrák čalouněný samonosnou síťovinou v minimálně 3 barevných provedeních,</w:t>
      </w:r>
    </w:p>
    <w:p w14:paraId="009E0A81" w14:textId="77777777"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Otěruvzdornost min. 80 000 cyklů,</w:t>
      </w:r>
    </w:p>
    <w:p w14:paraId="4A05AE3C" w14:textId="77777777"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Výškově nastavitelný sedák, celková výška židle min. 1050 mm,</w:t>
      </w:r>
    </w:p>
    <w:p w14:paraId="56FA168D" w14:textId="77777777" w:rsidR="00FF48EC" w:rsidRPr="00CB46E1" w:rsidRDefault="00FF48EC" w:rsidP="00B05892">
      <w:pPr>
        <w:pStyle w:val="Odstavecseseznamem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5-ti ramenný kovový kříž, nosnost min. 130 kg,</w:t>
      </w:r>
    </w:p>
    <w:p w14:paraId="534013F6" w14:textId="77777777"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Kolečka univerzální nebo na tvrdou podlahu.</w:t>
      </w:r>
    </w:p>
    <w:p w14:paraId="5C4A9E0E" w14:textId="77777777" w:rsidR="00FF48EC" w:rsidRPr="009A59D9" w:rsidRDefault="00FF48EC" w:rsidP="00FF48EC">
      <w:pPr>
        <w:rPr>
          <w:color w:val="000000"/>
          <w:highlight w:val="cyan"/>
        </w:rPr>
      </w:pPr>
    </w:p>
    <w:p w14:paraId="359E692F" w14:textId="77777777" w:rsidR="00FF48EC" w:rsidRPr="00CB46E1" w:rsidRDefault="00FF48EC" w:rsidP="00FF48EC">
      <w:pPr>
        <w:rPr>
          <w:color w:val="000000"/>
        </w:rPr>
      </w:pPr>
      <w:r w:rsidRPr="00CB46E1">
        <w:rPr>
          <w:color w:val="000000"/>
        </w:rPr>
        <w:t>Kancelářská židle – látková</w:t>
      </w:r>
    </w:p>
    <w:p w14:paraId="193611B5" w14:textId="77777777"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Otočná, pojízdná,</w:t>
      </w:r>
    </w:p>
    <w:p w14:paraId="4A521A3B" w14:textId="77777777"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Výškově stavitelné područky,</w:t>
      </w:r>
    </w:p>
    <w:p w14:paraId="4AC51C3B" w14:textId="77777777"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Synchronní</w:t>
      </w: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mechanika s nastavením síly protiváhy a minimálně 4 polohy aretace,</w:t>
      </w:r>
    </w:p>
    <w:p w14:paraId="06D8D243" w14:textId="77777777"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Sedák a opěrák čalouněný látkou, šířka sedáku min. 480 mm, hloubka sedáku min. 450 mm,</w:t>
      </w:r>
    </w:p>
    <w:p w14:paraId="47070B1D" w14:textId="77777777"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Minimálně ve 3 barevných provedeních,</w:t>
      </w:r>
    </w:p>
    <w:p w14:paraId="744228E8" w14:textId="77777777"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Omyvatelný a dezinfikovatelný povrch, vhodný pro používání ve zdravotnictví,</w:t>
      </w:r>
    </w:p>
    <w:p w14:paraId="2928302A" w14:textId="77777777"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Otěruvzdornost min. 80 000 cyklů,</w:t>
      </w:r>
    </w:p>
    <w:p w14:paraId="05CC73AF" w14:textId="77777777"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Výškově nastavitelný sedák, celková výška židle min. 1050 mm,</w:t>
      </w:r>
    </w:p>
    <w:p w14:paraId="0F7EAB70" w14:textId="77777777" w:rsidR="00FF48EC" w:rsidRPr="00CB46E1" w:rsidRDefault="00FF48EC" w:rsidP="00B05892">
      <w:pPr>
        <w:pStyle w:val="Odstavecseseznamem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5-ti ramenný kovový kříž, nosnost min</w:t>
      </w:r>
      <w:r w:rsidRPr="008019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130 kg,</w:t>
      </w:r>
    </w:p>
    <w:p w14:paraId="09839745" w14:textId="77777777"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Kolečka univerzální nebo na tvrdou podlahu.</w:t>
      </w:r>
    </w:p>
    <w:p w14:paraId="184EF2A8" w14:textId="77777777" w:rsidR="00FF48EC" w:rsidRPr="009A59D9" w:rsidRDefault="00FF48EC" w:rsidP="00FF48EC">
      <w:pPr>
        <w:rPr>
          <w:color w:val="000000"/>
          <w:highlight w:val="cyan"/>
        </w:rPr>
      </w:pPr>
    </w:p>
    <w:p w14:paraId="27BFE08A" w14:textId="77777777" w:rsidR="00FF48EC" w:rsidRPr="00CB46E1" w:rsidRDefault="00FF48EC" w:rsidP="00FF48EC">
      <w:pPr>
        <w:rPr>
          <w:color w:val="000000"/>
        </w:rPr>
      </w:pPr>
      <w:r w:rsidRPr="00CB46E1">
        <w:rPr>
          <w:color w:val="000000"/>
        </w:rPr>
        <w:t>Kancelářská židle – látková</w:t>
      </w:r>
    </w:p>
    <w:p w14:paraId="0715C8E1" w14:textId="77777777"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Otočná, pojízdná,</w:t>
      </w:r>
    </w:p>
    <w:p w14:paraId="69C822CC" w14:textId="77777777"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Výškově stavitelné područky,</w:t>
      </w:r>
    </w:p>
    <w:p w14:paraId="3DEBDBC1" w14:textId="77777777"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Asynchronní</w:t>
      </w: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mechanika s nastavením síly protiváhy a minimálně 4 polohy aretace,</w:t>
      </w:r>
    </w:p>
    <w:p w14:paraId="1C5A4751" w14:textId="77777777"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Sedák a opěrák čalouněný látkou, šířka sedáku min. 480 mm, hloubka sedáku min. 450 mm,</w:t>
      </w:r>
    </w:p>
    <w:p w14:paraId="4E6EBDD9" w14:textId="77777777"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Minimálně ve 3 barevných provedeních,</w:t>
      </w:r>
    </w:p>
    <w:p w14:paraId="09761C5B" w14:textId="77777777"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Omyvatelný a dezinfikovatelný povrch, vhodný pro používání ve zdravotnictví,</w:t>
      </w:r>
    </w:p>
    <w:p w14:paraId="132A7F77" w14:textId="77777777"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Otěruvzdornost min. 80 000 cyklů,</w:t>
      </w:r>
    </w:p>
    <w:p w14:paraId="6068B8BE" w14:textId="77777777"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Výškově nastavitelný sedák, celková výška židle min. 1050 mm,</w:t>
      </w:r>
    </w:p>
    <w:p w14:paraId="2C8439ED" w14:textId="77777777" w:rsidR="00FF48EC" w:rsidRPr="00CB46E1" w:rsidRDefault="00FF48EC" w:rsidP="00B05892">
      <w:pPr>
        <w:pStyle w:val="Odstavecseseznamem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5-ti ramenný kovový kříž, </w:t>
      </w:r>
      <w:r w:rsidRPr="008019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minimální nosnost dle katalogu zadavatele,</w:t>
      </w:r>
    </w:p>
    <w:p w14:paraId="67AEF7F6" w14:textId="77777777" w:rsidR="00FF48EC" w:rsidRPr="00CB46E1" w:rsidRDefault="00FF48EC" w:rsidP="00B05892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B46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Kolečka univerzální nebo na tvrdou podlahu.</w:t>
      </w:r>
    </w:p>
    <w:p w14:paraId="3E6B816B" w14:textId="77777777" w:rsidR="00FF48EC" w:rsidRPr="009A59D9" w:rsidRDefault="00FF48EC" w:rsidP="00FF48EC">
      <w:pPr>
        <w:rPr>
          <w:color w:val="000000"/>
          <w:highlight w:val="cyan"/>
        </w:rPr>
      </w:pPr>
    </w:p>
    <w:p w14:paraId="3D50B2AC" w14:textId="77777777" w:rsidR="00FF48EC" w:rsidRPr="00413464" w:rsidRDefault="00FF48EC" w:rsidP="00FF48EC">
      <w:pPr>
        <w:rPr>
          <w:color w:val="000000"/>
        </w:rPr>
      </w:pPr>
      <w:r w:rsidRPr="00413464">
        <w:rPr>
          <w:color w:val="000000"/>
        </w:rPr>
        <w:t>Kancelářská židle – kožená</w:t>
      </w:r>
    </w:p>
    <w:p w14:paraId="5BE3514A" w14:textId="77777777" w:rsidR="00FF48EC" w:rsidRPr="00413464" w:rsidRDefault="00FF48EC" w:rsidP="00B05892">
      <w:pPr>
        <w:pStyle w:val="Odstavecseseznamem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134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Otočná, pojízdná,</w:t>
      </w:r>
    </w:p>
    <w:p w14:paraId="3AB277CC" w14:textId="77777777" w:rsidR="00FF48EC" w:rsidRPr="00413464" w:rsidRDefault="00FF48EC" w:rsidP="00B05892">
      <w:pPr>
        <w:pStyle w:val="Odstavecseseznamem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134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Pevné područky s měkkým čalouněním v barvě židle,</w:t>
      </w:r>
    </w:p>
    <w:p w14:paraId="6BAAA6DF" w14:textId="77777777" w:rsidR="00FF48EC" w:rsidRPr="00413464" w:rsidRDefault="00FF48EC" w:rsidP="00B05892">
      <w:pPr>
        <w:pStyle w:val="Odstavecseseznamem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134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Houpací mechanika s nastavením síly protiváhy,</w:t>
      </w:r>
    </w:p>
    <w:p w14:paraId="0CD0AA15" w14:textId="77777777" w:rsidR="00FF48EC" w:rsidRPr="00413464" w:rsidRDefault="00FF48EC" w:rsidP="00B05892">
      <w:pPr>
        <w:pStyle w:val="Odstavecseseznamem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134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Sedák a opěrák čalouněný EKO – kůží nebo koženkou, šířka sedáku min. 500 mm, hloubka sedáku min. 500 mm,</w:t>
      </w:r>
    </w:p>
    <w:p w14:paraId="3C199EDA" w14:textId="77777777" w:rsidR="00FF48EC" w:rsidRPr="00413464" w:rsidRDefault="00FF48EC" w:rsidP="00B05892">
      <w:pPr>
        <w:pStyle w:val="Odstavecseseznamem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134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Minimálně ve 3 barevných provedeních,</w:t>
      </w:r>
    </w:p>
    <w:p w14:paraId="3DEFE604" w14:textId="77777777" w:rsidR="00FF48EC" w:rsidRPr="00413464" w:rsidRDefault="00FF48EC" w:rsidP="00B05892">
      <w:pPr>
        <w:pStyle w:val="Odstavecseseznamem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134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Omyvatelný a dezinfikovatelný povrch, vhodný pro používání ve zdravotnictví,</w:t>
      </w:r>
    </w:p>
    <w:p w14:paraId="3757F29B" w14:textId="77777777" w:rsidR="00FF48EC" w:rsidRPr="00413464" w:rsidRDefault="00FF48EC" w:rsidP="00B05892">
      <w:pPr>
        <w:pStyle w:val="Odstavecseseznamem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134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Otěruvzdornost min. 80 000 cyklů,</w:t>
      </w:r>
    </w:p>
    <w:p w14:paraId="44030544" w14:textId="77777777" w:rsidR="00FF48EC" w:rsidRPr="00413464" w:rsidRDefault="00FF48EC" w:rsidP="00B05892">
      <w:pPr>
        <w:pStyle w:val="Odstavecseseznamem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134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Výškově nastavitelný sedák, celková výška židle min. 1050 mm,</w:t>
      </w:r>
    </w:p>
    <w:p w14:paraId="42EDDD31" w14:textId="77777777" w:rsidR="00FF48EC" w:rsidRPr="00413464" w:rsidRDefault="00FF48EC" w:rsidP="00B05892">
      <w:pPr>
        <w:pStyle w:val="Odstavecseseznamem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4134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5-ti ramenný kovový kříž, minimální nosnost dle katalogu zadavatele,</w:t>
      </w:r>
    </w:p>
    <w:p w14:paraId="3A4B7253" w14:textId="77777777" w:rsidR="00FF48EC" w:rsidRPr="00413464" w:rsidRDefault="00FF48EC" w:rsidP="00B05892">
      <w:pPr>
        <w:pStyle w:val="Odstavecseseznamem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134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Kolečka univerzální nebo na tvrdou podlahu.</w:t>
      </w:r>
    </w:p>
    <w:p w14:paraId="7B6DA59A" w14:textId="77777777" w:rsidR="00FF48EC" w:rsidRPr="009A59D9" w:rsidRDefault="00FF48EC" w:rsidP="00FF48EC">
      <w:pPr>
        <w:rPr>
          <w:color w:val="000000"/>
          <w:highlight w:val="cyan"/>
        </w:rPr>
      </w:pPr>
    </w:p>
    <w:p w14:paraId="387701C7" w14:textId="77777777" w:rsidR="00FF48EC" w:rsidRPr="009238C6" w:rsidRDefault="00FF48EC" w:rsidP="00FF48EC">
      <w:pPr>
        <w:rPr>
          <w:color w:val="000000"/>
        </w:rPr>
      </w:pPr>
      <w:r w:rsidRPr="009238C6">
        <w:rPr>
          <w:color w:val="000000"/>
        </w:rPr>
        <w:t>Manažerská židle – pravá kůže</w:t>
      </w:r>
    </w:p>
    <w:p w14:paraId="488BFA72" w14:textId="77777777" w:rsidR="00FF48EC" w:rsidRPr="009238C6" w:rsidRDefault="00FF48EC" w:rsidP="00B05892">
      <w:pPr>
        <w:pStyle w:val="Odstavecseseznamem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238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Otočná, pojízdná,</w:t>
      </w:r>
    </w:p>
    <w:p w14:paraId="3D13C85F" w14:textId="77777777" w:rsidR="00FF48EC" w:rsidRPr="009238C6" w:rsidRDefault="00801964" w:rsidP="00B05892">
      <w:pPr>
        <w:pStyle w:val="Odstavecseseznamem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Elegantní výškově a hloubkově stavitelné područky</w:t>
      </w:r>
      <w:r w:rsidR="00FF48EC" w:rsidRPr="009238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</w:p>
    <w:p w14:paraId="3AFAC000" w14:textId="77777777" w:rsidR="00FF48EC" w:rsidRPr="009238C6" w:rsidRDefault="00FF48EC" w:rsidP="00B05892">
      <w:pPr>
        <w:pStyle w:val="Odstavecseseznamem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238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Houpací mechanika s několikanásobnou blokací a nastavením síly protiváhy opěráku dle hmotnosti uživatele,</w:t>
      </w:r>
    </w:p>
    <w:p w14:paraId="40A49186" w14:textId="77777777" w:rsidR="00FF48EC" w:rsidRPr="009238C6" w:rsidRDefault="00FF48EC" w:rsidP="00B05892">
      <w:pPr>
        <w:pStyle w:val="Odstavecseseznamem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238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Sedák a opěrák čalouněný pravou kůží</w:t>
      </w:r>
      <w:r w:rsidR="00801251" w:rsidRPr="009238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 minimálně 2 barevných provedeních</w:t>
      </w:r>
      <w:r w:rsidRPr="009238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šířka sedáku min. 500 mm, hloubka sedáku min. 500 mm, sedák křesla z komfortní pěny, </w:t>
      </w:r>
    </w:p>
    <w:p w14:paraId="046F8D23" w14:textId="77777777" w:rsidR="00FF48EC" w:rsidRPr="009238C6" w:rsidRDefault="00FF48EC" w:rsidP="00B05892">
      <w:pPr>
        <w:pStyle w:val="Odstavecseseznamem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238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Omyvatelný a dezinfikovatelný povrch, vhodný pro používání ve zdravotnictví,</w:t>
      </w:r>
    </w:p>
    <w:p w14:paraId="468627D2" w14:textId="77777777" w:rsidR="00FF48EC" w:rsidRPr="009238C6" w:rsidRDefault="00FF48EC" w:rsidP="00B05892">
      <w:pPr>
        <w:pStyle w:val="Odstavecseseznamem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238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Otěruvzdornost min. 80 000 cyklů,</w:t>
      </w:r>
    </w:p>
    <w:p w14:paraId="23B26E4B" w14:textId="77777777" w:rsidR="00FF48EC" w:rsidRPr="009238C6" w:rsidRDefault="00FF48EC" w:rsidP="00B05892">
      <w:pPr>
        <w:pStyle w:val="Odstavecseseznamem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238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Výškově nastavitelný sedák, celková výška židle min. 1150 mm,</w:t>
      </w:r>
    </w:p>
    <w:p w14:paraId="0F3E0645" w14:textId="77777777" w:rsidR="00FF48EC" w:rsidRPr="009238C6" w:rsidRDefault="00FF48EC" w:rsidP="00B05892">
      <w:pPr>
        <w:pStyle w:val="Odstavecseseznamem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238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5-ti ramenný kovový kříž, minimální nosnost 130 kg,</w:t>
      </w:r>
    </w:p>
    <w:p w14:paraId="5983426E" w14:textId="77777777" w:rsidR="00FF48EC" w:rsidRPr="009238C6" w:rsidRDefault="00FF48EC" w:rsidP="00B05892">
      <w:pPr>
        <w:pStyle w:val="Odstavecseseznamem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238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Kolečka univerzální nebo na tvrdou podlahu.</w:t>
      </w:r>
    </w:p>
    <w:p w14:paraId="1B986D19" w14:textId="77777777" w:rsidR="00FF48EC" w:rsidRPr="009A59D9" w:rsidRDefault="00FF48EC" w:rsidP="00FF48EC">
      <w:pPr>
        <w:rPr>
          <w:color w:val="000000"/>
          <w:highlight w:val="cyan"/>
        </w:rPr>
      </w:pPr>
    </w:p>
    <w:p w14:paraId="419E2A94" w14:textId="77777777" w:rsidR="00FF48EC" w:rsidRPr="001623C0" w:rsidRDefault="00FF48EC" w:rsidP="00FF48EC">
      <w:pPr>
        <w:rPr>
          <w:color w:val="000000"/>
        </w:rPr>
      </w:pPr>
      <w:r w:rsidRPr="001623C0">
        <w:rPr>
          <w:color w:val="000000"/>
        </w:rPr>
        <w:t>Manažerská židle – síťovina</w:t>
      </w:r>
    </w:p>
    <w:p w14:paraId="6BD44914" w14:textId="77777777" w:rsidR="00FF48EC" w:rsidRPr="001623C0" w:rsidRDefault="00FF48EC" w:rsidP="00B05892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162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Otočná, pojízdná,</w:t>
      </w:r>
    </w:p>
    <w:p w14:paraId="4A0471E3" w14:textId="77777777" w:rsidR="00FF48EC" w:rsidRPr="001623C0" w:rsidRDefault="00FF48EC" w:rsidP="00B05892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162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Výškově, hloubkově a úhlově stavitelné područky,</w:t>
      </w:r>
    </w:p>
    <w:p w14:paraId="2791E16A" w14:textId="77777777" w:rsidR="00FF48EC" w:rsidRPr="001623C0" w:rsidRDefault="00FF48EC" w:rsidP="00B05892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162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Synchronní mechanika s nastavením síly protiváhy a minimálně 4 polohy aretace,</w:t>
      </w:r>
    </w:p>
    <w:p w14:paraId="22817215" w14:textId="77777777" w:rsidR="00FF48EC" w:rsidRPr="001623C0" w:rsidRDefault="007E7E8F" w:rsidP="00B05892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162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Sedák čalouněný</w:t>
      </w:r>
      <w:r w:rsidR="00FF48EC" w:rsidRPr="00162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 prodyšné látky,</w:t>
      </w:r>
      <w:r w:rsidR="00801251" w:rsidRPr="00162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 minimálně 3 barevných provedeních,</w:t>
      </w:r>
    </w:p>
    <w:p w14:paraId="5B02498C" w14:textId="77777777" w:rsidR="007E7E8F" w:rsidRPr="001623C0" w:rsidRDefault="007E7E8F" w:rsidP="00B05892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162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Opěrák a hlavová opěrka čalouněny samonosnou síťovinou,</w:t>
      </w:r>
    </w:p>
    <w:p w14:paraId="01CC695D" w14:textId="77777777" w:rsidR="00FF48EC" w:rsidRPr="001623C0" w:rsidRDefault="00FF48EC" w:rsidP="00B05892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162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Výškově stavitelný opěrák,</w:t>
      </w:r>
    </w:p>
    <w:p w14:paraId="19F2BEAC" w14:textId="77777777" w:rsidR="00FF48EC" w:rsidRPr="001623C0" w:rsidRDefault="00FF48EC" w:rsidP="00B05892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162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Hloubkově stavitelná bederní opěrka,</w:t>
      </w:r>
    </w:p>
    <w:p w14:paraId="10899492" w14:textId="77777777" w:rsidR="00FF48EC" w:rsidRPr="001623C0" w:rsidRDefault="00FF48EC" w:rsidP="00B05892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162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Hloubkový posuv sedáku, výškově nastavitelný sedák, šířka sedáku min. 490 mm, hloubka sedáku min. 490 mm, </w:t>
      </w:r>
    </w:p>
    <w:p w14:paraId="0915657B" w14:textId="77777777" w:rsidR="00FF48EC" w:rsidRPr="001623C0" w:rsidRDefault="001623C0" w:rsidP="00B05892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162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Výškově a ú</w:t>
      </w:r>
      <w:r w:rsidR="00FF48EC" w:rsidRPr="00162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hlově stavitelná opěrka hlavy,</w:t>
      </w:r>
    </w:p>
    <w:p w14:paraId="14E2DB41" w14:textId="77777777" w:rsidR="00FF48EC" w:rsidRPr="001623C0" w:rsidRDefault="00FF48EC" w:rsidP="00B05892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162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Celková výška židle min. 1170 mm,</w:t>
      </w:r>
    </w:p>
    <w:p w14:paraId="5E020F99" w14:textId="77777777" w:rsidR="00FF48EC" w:rsidRPr="001623C0" w:rsidRDefault="00FF48EC" w:rsidP="00B05892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162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5-ti ramenný kovový kříž, minimální nosnost 130 kg,</w:t>
      </w:r>
    </w:p>
    <w:p w14:paraId="101D4943" w14:textId="77777777" w:rsidR="00FF48EC" w:rsidRPr="001623C0" w:rsidRDefault="00FF48EC" w:rsidP="00B05892">
      <w:pPr>
        <w:pStyle w:val="Odstavecseseznamem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162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Kolečka univerzální nebo na tvrdou podlahu.</w:t>
      </w:r>
    </w:p>
    <w:p w14:paraId="4E90394D" w14:textId="77777777" w:rsidR="00FF48EC" w:rsidRPr="00FF48EC" w:rsidRDefault="00FF48EC" w:rsidP="00FF48EC">
      <w:pPr>
        <w:rPr>
          <w:color w:val="000000"/>
        </w:rPr>
      </w:pPr>
    </w:p>
    <w:p w14:paraId="0DF30E06" w14:textId="77777777" w:rsidR="00FF48EC" w:rsidRPr="00FF48EC" w:rsidRDefault="00FF48EC" w:rsidP="00FF48EC">
      <w:pPr>
        <w:rPr>
          <w:b/>
          <w:color w:val="000000"/>
          <w:u w:val="single"/>
        </w:rPr>
      </w:pPr>
    </w:p>
    <w:p w14:paraId="406DC7DC" w14:textId="77777777" w:rsidR="00FF48EC" w:rsidRPr="00FF48EC" w:rsidRDefault="00FF48EC" w:rsidP="00FF48EC">
      <w:pPr>
        <w:rPr>
          <w:b/>
          <w:color w:val="000000"/>
          <w:u w:val="single"/>
        </w:rPr>
      </w:pPr>
      <w:r w:rsidRPr="00FF48EC">
        <w:rPr>
          <w:b/>
          <w:color w:val="000000"/>
          <w:u w:val="single"/>
        </w:rPr>
        <w:t>Válenda</w:t>
      </w:r>
    </w:p>
    <w:p w14:paraId="4E9907EE" w14:textId="77777777" w:rsidR="00FF48EC" w:rsidRPr="00FF48EC" w:rsidRDefault="00FF48EC" w:rsidP="00B05892">
      <w:pPr>
        <w:pStyle w:val="Odstavecseseznamem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Rozměry (š x h x v) – min. 1950 mm x min. 850 mm x min. 400 mm, </w:t>
      </w:r>
    </w:p>
    <w:p w14:paraId="5FD21A76" w14:textId="77777777" w:rsidR="00FF48EC" w:rsidRPr="00FF48EC" w:rsidRDefault="00FF48EC" w:rsidP="00B05892">
      <w:pPr>
        <w:pStyle w:val="Odstavecseseznamem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Korpus vyrobený z laminované dřevotřísky o šířce min. 19 mm, hrany olepeny ABS hranou min. 0,5 mm, minimálně ve 2 barevných provedeních, </w:t>
      </w:r>
    </w:p>
    <w:p w14:paraId="1A4E1B61" w14:textId="77777777" w:rsidR="00FF48EC" w:rsidRPr="00FF48EC" w:rsidRDefault="00FF48EC" w:rsidP="00B05892">
      <w:pPr>
        <w:pStyle w:val="Odstavecseseznamem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Úložný prostor, </w:t>
      </w:r>
    </w:p>
    <w:p w14:paraId="417D0B0A" w14:textId="77777777" w:rsidR="00FF48EC" w:rsidRPr="00FF48EC" w:rsidRDefault="00FF48EC" w:rsidP="00B05892">
      <w:pPr>
        <w:pStyle w:val="Odstavecseseznamem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Potahová látka – otěruvzdornost min. 30 000 cyklů, min. 2 barevné provedení,</w:t>
      </w:r>
    </w:p>
    <w:p w14:paraId="751D5E50" w14:textId="77777777" w:rsidR="00FF48EC" w:rsidRPr="00FF48EC" w:rsidRDefault="00FF48EC" w:rsidP="00B05892">
      <w:pPr>
        <w:pStyle w:val="Odstavecseseznamem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Pružinová matrace s min. výškou 150 mm,</w:t>
      </w:r>
    </w:p>
    <w:p w14:paraId="02B8218C" w14:textId="77777777" w:rsidR="00FF48EC" w:rsidRPr="00FF48EC" w:rsidRDefault="00FF48EC" w:rsidP="00B05892">
      <w:pPr>
        <w:pStyle w:val="Odstavecseseznamem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Minimální nosnost 120 kg.</w:t>
      </w:r>
    </w:p>
    <w:p w14:paraId="6CEB9C59" w14:textId="77777777" w:rsidR="00FF48EC" w:rsidRPr="00FF48EC" w:rsidRDefault="00FF48EC" w:rsidP="00FF48EC">
      <w:pPr>
        <w:rPr>
          <w:color w:val="000000"/>
        </w:rPr>
      </w:pPr>
    </w:p>
    <w:p w14:paraId="25D9EDC9" w14:textId="77777777" w:rsidR="00FF48EC" w:rsidRPr="00FF48EC" w:rsidRDefault="00FF48EC" w:rsidP="00FF48EC">
      <w:pPr>
        <w:rPr>
          <w:b/>
          <w:color w:val="000000"/>
          <w:u w:val="single"/>
        </w:rPr>
      </w:pPr>
      <w:r w:rsidRPr="00FF48EC">
        <w:rPr>
          <w:b/>
          <w:color w:val="000000"/>
          <w:u w:val="single"/>
        </w:rPr>
        <w:t>Jednolůžková postel s čelem</w:t>
      </w:r>
    </w:p>
    <w:p w14:paraId="3483EE58" w14:textId="77777777" w:rsidR="00FF48EC" w:rsidRPr="00FF48EC" w:rsidRDefault="00FF48EC" w:rsidP="00B05892">
      <w:pPr>
        <w:pStyle w:val="Odstavecseseznamem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Vyrobené z laminované dřevotřísky o šířce min. 25 mm, </w:t>
      </w:r>
    </w:p>
    <w:p w14:paraId="445B73E5" w14:textId="77777777" w:rsidR="00FF48EC" w:rsidRPr="00FF48EC" w:rsidRDefault="00FF48EC" w:rsidP="00B05892">
      <w:pPr>
        <w:pStyle w:val="Odstavecseseznamem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Rozměry (d x š x v) – délka min. 2050 mm x šířka min. 950 mm x výška nožního čela a pelesti min. 450 mm, výška hlavového čela min. 650 mm, </w:t>
      </w:r>
    </w:p>
    <w:p w14:paraId="0379EE70" w14:textId="77777777" w:rsidR="00FF48EC" w:rsidRPr="00FF48EC" w:rsidRDefault="00FF48EC" w:rsidP="00B05892">
      <w:pPr>
        <w:pStyle w:val="Odstavecseseznamem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Rošt tvořen z pevných dřevěných lamel,</w:t>
      </w:r>
    </w:p>
    <w:p w14:paraId="77BCF4C8" w14:textId="77777777" w:rsidR="00FF48EC" w:rsidRPr="00FF48EC" w:rsidRDefault="00FF48EC" w:rsidP="00B05892">
      <w:pPr>
        <w:pStyle w:val="Odstavecseseznamem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Matrace – 900 x 2000 mm, profilovaná z PUR pěny, výška min. 150 mm, snímatelný pratelný potah.</w:t>
      </w:r>
    </w:p>
    <w:p w14:paraId="2707A268" w14:textId="77777777" w:rsidR="00FF48EC" w:rsidRPr="00FF48EC" w:rsidRDefault="00FF48EC" w:rsidP="00FF48EC">
      <w:pPr>
        <w:rPr>
          <w:color w:val="000000"/>
        </w:rPr>
      </w:pPr>
    </w:p>
    <w:p w14:paraId="5AFDEF50" w14:textId="2266BD4A" w:rsidR="00E232E6" w:rsidRPr="00FF48EC" w:rsidRDefault="00E232E6" w:rsidP="00E232E6">
      <w:pPr>
        <w:rPr>
          <w:b/>
          <w:color w:val="000000"/>
          <w:u w:val="single"/>
        </w:rPr>
      </w:pPr>
      <w:r w:rsidRPr="00FF48EC">
        <w:rPr>
          <w:b/>
          <w:color w:val="000000"/>
          <w:u w:val="single"/>
        </w:rPr>
        <w:t>Pohovk</w:t>
      </w:r>
      <w:r w:rsidR="00765C25">
        <w:rPr>
          <w:b/>
          <w:color w:val="000000"/>
          <w:u w:val="single"/>
        </w:rPr>
        <w:t>y</w:t>
      </w:r>
    </w:p>
    <w:p w14:paraId="5F904BCB" w14:textId="77777777" w:rsidR="00E232E6" w:rsidRPr="00FF48EC" w:rsidRDefault="00E232E6" w:rsidP="00E232E6">
      <w:pPr>
        <w:pStyle w:val="Odstavecseseznamem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Čalouněno látkou nebo koženkou, otěruvzdornost min. 50 000 cyklů,</w:t>
      </w:r>
    </w:p>
    <w:p w14:paraId="3DB89ECF" w14:textId="77777777" w:rsidR="00E232E6" w:rsidRPr="00FF48EC" w:rsidRDefault="00E232E6" w:rsidP="00E232E6">
      <w:pPr>
        <w:pStyle w:val="Odstavecseseznamem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Vhodné pro užívání ve zdravotnictví,</w:t>
      </w:r>
    </w:p>
    <w:p w14:paraId="6EB152E6" w14:textId="1C4C75C0" w:rsidR="00E232E6" w:rsidRPr="00FF48EC" w:rsidRDefault="00E232E6" w:rsidP="00E232E6">
      <w:pPr>
        <w:pStyle w:val="Odstavecseseznamem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Minimálně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 </w:t>
      </w:r>
      <w:r w:rsidR="00682CF5" w:rsidRPr="00682CF5">
        <w:rPr>
          <w:rFonts w:ascii="Times New Roman" w:eastAsia="Times New Roman" w:hAnsi="Times New Roman"/>
          <w:color w:val="FF0000"/>
          <w:sz w:val="24"/>
          <w:szCs w:val="24"/>
          <w:lang w:eastAsia="cs-CZ"/>
        </w:rPr>
        <w:t>5</w:t>
      </w:r>
      <w:r w:rsidRPr="00682CF5">
        <w:rPr>
          <w:rFonts w:ascii="Times New Roman" w:eastAsia="Times New Roman" w:hAnsi="Times New Roman"/>
          <w:color w:val="FF0000"/>
          <w:sz w:val="24"/>
          <w:szCs w:val="24"/>
          <w:lang w:eastAsia="cs-CZ"/>
        </w:rPr>
        <w:t xml:space="preserve"> barevných provedení</w:t>
      </w: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</w:p>
    <w:p w14:paraId="23C62A62" w14:textId="77777777" w:rsidR="00E232E6" w:rsidRPr="00FF48EC" w:rsidRDefault="00E232E6" w:rsidP="00E232E6">
      <w:pPr>
        <w:pStyle w:val="Odstavecseseznamem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Vyrobeno z kvalitní PUR pěny,</w:t>
      </w:r>
    </w:p>
    <w:p w14:paraId="0454A994" w14:textId="77777777" w:rsidR="00E232E6" w:rsidRPr="00FF48EC" w:rsidRDefault="00E232E6" w:rsidP="00E232E6">
      <w:pPr>
        <w:pStyle w:val="Odstavecseseznamem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 zádovými opěráky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044D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(ne polštáře),</w:t>
      </w:r>
    </w:p>
    <w:p w14:paraId="3EFA3A2E" w14:textId="77777777" w:rsidR="00E232E6" w:rsidRDefault="00E232E6" w:rsidP="00E232E6">
      <w:pPr>
        <w:pStyle w:val="Odstavecseseznamem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Postranní područky,</w:t>
      </w:r>
    </w:p>
    <w:p w14:paraId="2096BF05" w14:textId="77777777" w:rsidR="00E232E6" w:rsidRPr="005327E8" w:rsidRDefault="00E232E6" w:rsidP="00E232E6">
      <w:pPr>
        <w:pStyle w:val="Odstavecseseznamem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5327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Kovové nebo dřevěné nohy,</w:t>
      </w:r>
    </w:p>
    <w:p w14:paraId="522AE128" w14:textId="77777777" w:rsidR="00E232E6" w:rsidRPr="00FF48EC" w:rsidRDefault="00E232E6" w:rsidP="00E232E6">
      <w:pPr>
        <w:pStyle w:val="Odstavecseseznamem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Nerozkládací, bez úložného prostoru,</w:t>
      </w:r>
    </w:p>
    <w:p w14:paraId="520C9A2A" w14:textId="1BD8766D" w:rsidR="00E232E6" w:rsidRDefault="00E232E6" w:rsidP="00E232E6">
      <w:pPr>
        <w:pStyle w:val="Odstavecseseznamem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Kombinovatelné mezi sebou do sestav.</w:t>
      </w:r>
    </w:p>
    <w:p w14:paraId="5A43FC80" w14:textId="77777777" w:rsidR="00767560" w:rsidRPr="00FF48EC" w:rsidRDefault="00767560" w:rsidP="00767560">
      <w:pPr>
        <w:pStyle w:val="Odstavecseseznamem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14:paraId="488326E8" w14:textId="2171B49E" w:rsidR="00E232E6" w:rsidRPr="00767560" w:rsidRDefault="00765C25" w:rsidP="00E232E6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Pohovka - </w:t>
      </w:r>
      <w:r w:rsidR="00E232E6" w:rsidRPr="00767560">
        <w:rPr>
          <w:b/>
          <w:color w:val="000000"/>
          <w:u w:val="single"/>
        </w:rPr>
        <w:t>Křeslo</w:t>
      </w:r>
    </w:p>
    <w:p w14:paraId="6A787077" w14:textId="77777777" w:rsidR="00E232E6" w:rsidRPr="005327E8" w:rsidRDefault="00E232E6" w:rsidP="00E232E6">
      <w:pPr>
        <w:pStyle w:val="Odstavecseseznamem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Rozměry (š x h x v) – </w:t>
      </w:r>
      <w:r w:rsidRPr="005327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min. 800 mm x min. 800 mm x min. 750 mm,</w:t>
      </w:r>
    </w:p>
    <w:p w14:paraId="297F6B6F" w14:textId="77777777" w:rsidR="00E232E6" w:rsidRPr="005327E8" w:rsidRDefault="00E232E6" w:rsidP="00E232E6">
      <w:pPr>
        <w:pStyle w:val="Odstavecseseznamem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5327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Výška sedáku – min. 400 mm, hloubka sedáku min. 500 mm.</w:t>
      </w:r>
    </w:p>
    <w:p w14:paraId="184951E0" w14:textId="77777777" w:rsidR="00E232E6" w:rsidRPr="00FF48EC" w:rsidRDefault="00E232E6" w:rsidP="00E232E6">
      <w:pPr>
        <w:rPr>
          <w:color w:val="000000"/>
          <w:u w:val="single"/>
        </w:rPr>
      </w:pPr>
    </w:p>
    <w:p w14:paraId="5BD3FC31" w14:textId="659BB4BD" w:rsidR="00E232E6" w:rsidRPr="00767560" w:rsidRDefault="00765C25" w:rsidP="00E232E6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Pohovka - </w:t>
      </w:r>
      <w:r w:rsidR="00E232E6" w:rsidRPr="00767560">
        <w:rPr>
          <w:b/>
          <w:color w:val="000000"/>
          <w:u w:val="single"/>
        </w:rPr>
        <w:t>Třímístná</w:t>
      </w:r>
      <w:r>
        <w:rPr>
          <w:b/>
          <w:color w:val="000000"/>
          <w:u w:val="single"/>
        </w:rPr>
        <w:t xml:space="preserve"> </w:t>
      </w:r>
    </w:p>
    <w:p w14:paraId="6E7EDB62" w14:textId="77777777" w:rsidR="00E232E6" w:rsidRPr="005327E8" w:rsidRDefault="00E232E6" w:rsidP="00E232E6">
      <w:pPr>
        <w:pStyle w:val="Odstavecseseznamem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F48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Rozměry (š x h x v) – </w:t>
      </w:r>
      <w:r w:rsidRPr="005327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min. 1850 mm x min. 800 mm x min. 750 mm,</w:t>
      </w:r>
    </w:p>
    <w:p w14:paraId="13B33AE9" w14:textId="77777777" w:rsidR="00E232E6" w:rsidRPr="005327E8" w:rsidRDefault="00E232E6" w:rsidP="00E232E6">
      <w:pPr>
        <w:pStyle w:val="Odstavecseseznamem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5327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Výška sedáku – min. 400 mm, hloubka sedáku min. 500 mm.</w:t>
      </w:r>
    </w:p>
    <w:p w14:paraId="77FAFBFF" w14:textId="77777777" w:rsidR="00FF48EC" w:rsidRPr="00FF48EC" w:rsidRDefault="00FF48EC" w:rsidP="00FF48EC">
      <w:pPr>
        <w:rPr>
          <w:color w:val="000000"/>
        </w:rPr>
      </w:pPr>
    </w:p>
    <w:p w14:paraId="3C680FA6" w14:textId="77777777" w:rsidR="00E01AF2" w:rsidRPr="00FF48EC" w:rsidRDefault="00B53C31" w:rsidP="00E01AF2">
      <w:pPr>
        <w:spacing w:line="276" w:lineRule="auto"/>
        <w:jc w:val="both"/>
      </w:pPr>
      <w:r w:rsidRPr="00FF48EC">
        <w:t>Požadavky na předmět plnění uvedené v tomto dokumentu jsou závazné</w:t>
      </w:r>
      <w:r w:rsidR="00E01AF2" w:rsidRPr="00FF48EC">
        <w:t>,</w:t>
      </w:r>
      <w:r w:rsidR="00540C9C" w:rsidRPr="00FF48EC">
        <w:t xml:space="preserve"> </w:t>
      </w:r>
      <w:r w:rsidR="00E01AF2" w:rsidRPr="00FF48EC">
        <w:t xml:space="preserve">jejich nedodržení bude považováno za nesplnění zadávacích podmínek s následkem vyloučení dodavatele z účasti v zadávacím řízení. </w:t>
      </w:r>
    </w:p>
    <w:p w14:paraId="7F2D2CB1" w14:textId="77777777" w:rsidR="00B53C31" w:rsidRPr="00FF48EC" w:rsidRDefault="00B53C31" w:rsidP="00B53C31">
      <w:pPr>
        <w:jc w:val="both"/>
      </w:pPr>
      <w:r w:rsidRPr="00FF48EC">
        <w:t>-----------------------------------------------------------------------------------------------------------------</w:t>
      </w:r>
    </w:p>
    <w:p w14:paraId="031876E5" w14:textId="77777777" w:rsidR="00B53C31" w:rsidRPr="00FF48EC" w:rsidRDefault="0018720D" w:rsidP="00B53C31">
      <w:pPr>
        <w:jc w:val="both"/>
      </w:pPr>
      <w:r w:rsidRPr="0018720D">
        <w:t xml:space="preserve">Účastník prohlašuje, že jím nabízené zboží splňuje všechny požadavky uvedené v této Příloze </w:t>
      </w:r>
      <w:commentRangeStart w:id="1"/>
      <w:r w:rsidRPr="0018720D">
        <w:t xml:space="preserve">č. 3 </w:t>
      </w:r>
      <w:commentRangeEnd w:id="1"/>
      <w:r w:rsidR="00840DF5">
        <w:rPr>
          <w:rStyle w:val="Odkaznakoment"/>
          <w:lang w:val="x-none" w:eastAsia="x-none"/>
        </w:rPr>
        <w:commentReference w:id="1"/>
      </w:r>
      <w:r w:rsidRPr="0018720D">
        <w:t>- Technická specifikace</w:t>
      </w:r>
      <w:r w:rsidR="00B53C31" w:rsidRPr="00FF48EC">
        <w:t>:</w:t>
      </w:r>
    </w:p>
    <w:p w14:paraId="5C95D494" w14:textId="77777777" w:rsidR="00B53C31" w:rsidRPr="00FF48EC" w:rsidRDefault="00B53C31" w:rsidP="00B53C31"/>
    <w:p w14:paraId="7B09241B" w14:textId="77777777" w:rsidR="00B53C31" w:rsidRPr="00FF48EC" w:rsidRDefault="00B53C31" w:rsidP="00B53C31">
      <w:pPr>
        <w:jc w:val="both"/>
      </w:pPr>
      <w:r w:rsidRPr="00FF48EC">
        <w:t xml:space="preserve">V ……………………..……… dne ………………     </w:t>
      </w:r>
    </w:p>
    <w:p w14:paraId="28BB17B2" w14:textId="77777777" w:rsidR="00B53C31" w:rsidRPr="00FF48EC" w:rsidRDefault="00B53C31" w:rsidP="00B53C31">
      <w:pPr>
        <w:jc w:val="both"/>
      </w:pPr>
      <w:bookmarkStart w:id="2" w:name="_GoBack"/>
      <w:bookmarkEnd w:id="2"/>
    </w:p>
    <w:p w14:paraId="2C88D31E" w14:textId="77777777" w:rsidR="00B53C31" w:rsidRPr="00FF48EC" w:rsidRDefault="00B53C31" w:rsidP="00B53C31">
      <w:pPr>
        <w:jc w:val="both"/>
      </w:pPr>
      <w:r w:rsidRPr="00FF48EC">
        <w:t>Za společnost</w:t>
      </w:r>
    </w:p>
    <w:p w14:paraId="1817FC5E" w14:textId="77777777" w:rsidR="00B53C31" w:rsidRPr="00FF48EC" w:rsidRDefault="00B53C31" w:rsidP="00B53C31">
      <w:pPr>
        <w:jc w:val="both"/>
      </w:pPr>
      <w:r w:rsidRPr="00FF48EC">
        <w:t xml:space="preserve"> </w:t>
      </w:r>
      <w:r w:rsidRPr="00FF48EC">
        <w:tab/>
      </w:r>
      <w:r w:rsidRPr="00FF48EC">
        <w:tab/>
      </w:r>
      <w:r w:rsidRPr="00FF48EC">
        <w:tab/>
      </w:r>
      <w:r w:rsidRPr="00FF48EC">
        <w:tab/>
      </w:r>
      <w:r w:rsidRPr="00FF48EC">
        <w:tab/>
      </w:r>
      <w:r w:rsidRPr="00FF48EC">
        <w:tab/>
      </w:r>
      <w:r w:rsidRPr="00FF48EC">
        <w:tab/>
      </w:r>
      <w:r w:rsidRPr="00FF48EC">
        <w:tab/>
      </w:r>
      <w:r w:rsidRPr="00FF48EC">
        <w:tab/>
      </w:r>
      <w:r w:rsidRPr="00FF48EC">
        <w:tab/>
      </w:r>
      <w:r w:rsidRPr="00FF48EC">
        <w:tab/>
      </w:r>
      <w:r w:rsidRPr="00FF48EC">
        <w:tab/>
        <w:t xml:space="preserve"> ………………………………………………………</w:t>
      </w:r>
    </w:p>
    <w:p w14:paraId="6B396D26" w14:textId="77777777" w:rsidR="00B53C31" w:rsidRPr="00FF48EC" w:rsidRDefault="00B53C31" w:rsidP="00B53C31">
      <w:pPr>
        <w:jc w:val="both"/>
      </w:pPr>
    </w:p>
    <w:p w14:paraId="151D4431" w14:textId="77777777" w:rsidR="00B53C31" w:rsidRPr="00FF48EC" w:rsidRDefault="00B53C31" w:rsidP="00B53C31">
      <w:pPr>
        <w:jc w:val="both"/>
      </w:pPr>
      <w:r w:rsidRPr="00FF48EC">
        <w:t>Osoba oprávněná jednat jménem či za účastníka</w:t>
      </w:r>
    </w:p>
    <w:p w14:paraId="1ECDC92B" w14:textId="77777777" w:rsidR="00B53C31" w:rsidRPr="00FF48EC" w:rsidRDefault="00B53C31" w:rsidP="00B53C31">
      <w:pPr>
        <w:jc w:val="both"/>
      </w:pPr>
    </w:p>
    <w:p w14:paraId="57AB4765" w14:textId="77777777" w:rsidR="00B53C31" w:rsidRPr="00FF48EC" w:rsidRDefault="00B53C31" w:rsidP="00B53C31">
      <w:pPr>
        <w:jc w:val="both"/>
      </w:pPr>
      <w:r w:rsidRPr="00FF48EC">
        <w:t>…………………………………………………….</w:t>
      </w:r>
    </w:p>
    <w:p w14:paraId="60DEC030" w14:textId="77777777" w:rsidR="00482B98" w:rsidRPr="00FF48EC" w:rsidRDefault="00B53C31" w:rsidP="00B53C31">
      <w:pPr>
        <w:jc w:val="both"/>
      </w:pPr>
      <w:r w:rsidRPr="00FF48EC">
        <w:tab/>
      </w:r>
      <w:r w:rsidRPr="00FF48EC">
        <w:tab/>
      </w:r>
      <w:r w:rsidRPr="00FF48EC">
        <w:tab/>
      </w:r>
      <w:r w:rsidRPr="00FF48EC">
        <w:tab/>
      </w:r>
      <w:r w:rsidRPr="00FF48EC">
        <w:tab/>
      </w:r>
      <w:r w:rsidRPr="00FF48EC">
        <w:tab/>
      </w:r>
      <w:r w:rsidRPr="00FF48EC">
        <w:tab/>
      </w:r>
      <w:r w:rsidRPr="00FF48EC">
        <w:tab/>
      </w:r>
      <w:r w:rsidRPr="00FF48EC">
        <w:tab/>
      </w:r>
      <w:r w:rsidRPr="00FF48EC">
        <w:tab/>
      </w:r>
      <w:r w:rsidRPr="00FF48EC">
        <w:tab/>
      </w:r>
      <w:r w:rsidRPr="00FF48EC">
        <w:tab/>
        <w:t xml:space="preserve">                Jméno a příjmení, podpis</w:t>
      </w:r>
    </w:p>
    <w:sectPr w:rsidR="00482B98" w:rsidRPr="00FF48EC" w:rsidSect="00FF48EC">
      <w:headerReference w:type="default" r:id="rId13"/>
      <w:footerReference w:type="default" r:id="rId14"/>
      <w:pgSz w:w="11906" w:h="16838"/>
      <w:pgMar w:top="2127" w:right="851" w:bottom="1135" w:left="1276" w:header="709" w:footer="25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lížek Roman" w:date="2021-02-23T13:20:00Z" w:initials="SR">
    <w:p w14:paraId="4645B04C" w14:textId="77777777" w:rsidR="00840DF5" w:rsidRPr="00840DF5" w:rsidRDefault="00840DF5">
      <w:pPr>
        <w:pStyle w:val="Textkomente"/>
        <w:rPr>
          <w:lang w:val="cs-CZ"/>
        </w:rPr>
      </w:pPr>
      <w:r>
        <w:rPr>
          <w:rStyle w:val="Odkaznakoment"/>
        </w:rPr>
        <w:annotationRef/>
      </w:r>
      <w:r>
        <w:rPr>
          <w:lang w:val="cs-CZ"/>
        </w:rPr>
        <w:t>Administrátor upraví dle potřeby</w:t>
      </w:r>
    </w:p>
  </w:comment>
  <w:comment w:id="1" w:author="Slížek Roman" w:date="2021-02-23T13:21:00Z" w:initials="SR">
    <w:p w14:paraId="7A891FF5" w14:textId="77777777" w:rsidR="00840DF5" w:rsidRDefault="00840DF5">
      <w:pPr>
        <w:pStyle w:val="Textkomente"/>
      </w:pPr>
      <w:r>
        <w:rPr>
          <w:rStyle w:val="Odkaznakoment"/>
        </w:rPr>
        <w:annotationRef/>
      </w:r>
      <w:r>
        <w:rPr>
          <w:lang w:val="cs-CZ"/>
        </w:rPr>
        <w:t>Administrátor upraví dle potřeby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645B04C" w15:done="0"/>
  <w15:commentEx w15:paraId="7A891FF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645B04C" w16cid:durableId="23EB7C41"/>
  <w16cid:commentId w16cid:paraId="7A891FF5" w16cid:durableId="23EB7C4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251560" w14:textId="77777777" w:rsidR="00DE287B" w:rsidRDefault="00DE287B">
      <w:r>
        <w:separator/>
      </w:r>
    </w:p>
  </w:endnote>
  <w:endnote w:type="continuationSeparator" w:id="0">
    <w:p w14:paraId="1DCFB8EE" w14:textId="77777777" w:rsidR="00DE287B" w:rsidRDefault="00DE2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2B5B21" w14:textId="77777777"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765C25">
      <w:rPr>
        <w:rFonts w:ascii="MetaCE" w:hAnsi="MetaCE"/>
        <w:noProof/>
        <w:color w:val="1C4A91"/>
        <w:sz w:val="14"/>
        <w:szCs w:val="14"/>
      </w:rPr>
      <w:t>5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765C25">
      <w:rPr>
        <w:rFonts w:ascii="MetaCE" w:hAnsi="MetaCE"/>
        <w:noProof/>
        <w:color w:val="1C4A91"/>
        <w:sz w:val="14"/>
        <w:szCs w:val="14"/>
      </w:rPr>
      <w:t>6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14:paraId="7A53F01B" w14:textId="77777777"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14:paraId="012F23F7" w14:textId="77777777"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61AEFF" w14:textId="77777777" w:rsidR="00DE287B" w:rsidRDefault="00DE287B">
      <w:r>
        <w:separator/>
      </w:r>
    </w:p>
  </w:footnote>
  <w:footnote w:type="continuationSeparator" w:id="0">
    <w:p w14:paraId="3EF3F3E5" w14:textId="77777777" w:rsidR="00DE287B" w:rsidRDefault="00DE2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CFE7B" w14:textId="77777777" w:rsidR="000B7169" w:rsidRPr="000A1108" w:rsidRDefault="00823ABE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7510DDB" wp14:editId="1B8D514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86415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54BD5"/>
    <w:multiLevelType w:val="hybridMultilevel"/>
    <w:tmpl w:val="50B46C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E61C4D"/>
    <w:multiLevelType w:val="hybridMultilevel"/>
    <w:tmpl w:val="35464E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27CFC"/>
    <w:multiLevelType w:val="hybridMultilevel"/>
    <w:tmpl w:val="287CA0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622B1"/>
    <w:multiLevelType w:val="hybridMultilevel"/>
    <w:tmpl w:val="2F16B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2C1893"/>
    <w:multiLevelType w:val="hybridMultilevel"/>
    <w:tmpl w:val="E0860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E7485E"/>
    <w:multiLevelType w:val="hybridMultilevel"/>
    <w:tmpl w:val="094E69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1C4A4B"/>
    <w:multiLevelType w:val="hybridMultilevel"/>
    <w:tmpl w:val="D8805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D71A38"/>
    <w:multiLevelType w:val="hybridMultilevel"/>
    <w:tmpl w:val="F5F42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236E63"/>
    <w:multiLevelType w:val="hybridMultilevel"/>
    <w:tmpl w:val="59D236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072658"/>
    <w:multiLevelType w:val="hybridMultilevel"/>
    <w:tmpl w:val="612C2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975545"/>
    <w:multiLevelType w:val="hybridMultilevel"/>
    <w:tmpl w:val="ECCCF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58431C"/>
    <w:multiLevelType w:val="hybridMultilevel"/>
    <w:tmpl w:val="B394E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2D6FEC"/>
    <w:multiLevelType w:val="hybridMultilevel"/>
    <w:tmpl w:val="1DDE16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4918E5"/>
    <w:multiLevelType w:val="hybridMultilevel"/>
    <w:tmpl w:val="A2B6B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7B1E12"/>
    <w:multiLevelType w:val="hybridMultilevel"/>
    <w:tmpl w:val="8FB213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F15D7C"/>
    <w:multiLevelType w:val="hybridMultilevel"/>
    <w:tmpl w:val="71204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960AC3"/>
    <w:multiLevelType w:val="hybridMultilevel"/>
    <w:tmpl w:val="669A7B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9046B5"/>
    <w:multiLevelType w:val="hybridMultilevel"/>
    <w:tmpl w:val="93687F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DA51BA"/>
    <w:multiLevelType w:val="hybridMultilevel"/>
    <w:tmpl w:val="2B0E0C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14"/>
  </w:num>
  <w:num w:numId="4">
    <w:abstractNumId w:val="9"/>
  </w:num>
  <w:num w:numId="5">
    <w:abstractNumId w:val="1"/>
  </w:num>
  <w:num w:numId="6">
    <w:abstractNumId w:val="11"/>
  </w:num>
  <w:num w:numId="7">
    <w:abstractNumId w:val="2"/>
  </w:num>
  <w:num w:numId="8">
    <w:abstractNumId w:val="5"/>
  </w:num>
  <w:num w:numId="9">
    <w:abstractNumId w:val="18"/>
  </w:num>
  <w:num w:numId="10">
    <w:abstractNumId w:val="15"/>
  </w:num>
  <w:num w:numId="11">
    <w:abstractNumId w:val="3"/>
  </w:num>
  <w:num w:numId="12">
    <w:abstractNumId w:val="4"/>
  </w:num>
  <w:num w:numId="13">
    <w:abstractNumId w:val="13"/>
  </w:num>
  <w:num w:numId="14">
    <w:abstractNumId w:val="8"/>
  </w:num>
  <w:num w:numId="15">
    <w:abstractNumId w:val="17"/>
  </w:num>
  <w:num w:numId="16">
    <w:abstractNumId w:val="12"/>
  </w:num>
  <w:num w:numId="17">
    <w:abstractNumId w:val="0"/>
  </w:num>
  <w:num w:numId="18">
    <w:abstractNumId w:val="7"/>
  </w:num>
  <w:num w:numId="19">
    <w:abstractNumId w:val="16"/>
  </w:num>
  <w:numIdMacAtCleanup w:val="1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lížek Roman">
    <w15:presenceInfo w15:providerId="AD" w15:userId="S-1-5-21-4105476825-3491161087-1729853541-476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3D2"/>
    <w:rsid w:val="00012711"/>
    <w:rsid w:val="00027E2F"/>
    <w:rsid w:val="00044D00"/>
    <w:rsid w:val="000531A8"/>
    <w:rsid w:val="00054C46"/>
    <w:rsid w:val="00057F8B"/>
    <w:rsid w:val="000644C1"/>
    <w:rsid w:val="00076332"/>
    <w:rsid w:val="00083870"/>
    <w:rsid w:val="000865A3"/>
    <w:rsid w:val="0008723E"/>
    <w:rsid w:val="000940FA"/>
    <w:rsid w:val="00094EE9"/>
    <w:rsid w:val="000A1108"/>
    <w:rsid w:val="000A75BA"/>
    <w:rsid w:val="000B290C"/>
    <w:rsid w:val="000B2FF5"/>
    <w:rsid w:val="000B7169"/>
    <w:rsid w:val="00106EEE"/>
    <w:rsid w:val="00107880"/>
    <w:rsid w:val="00130C26"/>
    <w:rsid w:val="001623C0"/>
    <w:rsid w:val="0018720D"/>
    <w:rsid w:val="001B1390"/>
    <w:rsid w:val="00214505"/>
    <w:rsid w:val="002351FB"/>
    <w:rsid w:val="00235C06"/>
    <w:rsid w:val="00243398"/>
    <w:rsid w:val="00252DFD"/>
    <w:rsid w:val="00275C64"/>
    <w:rsid w:val="00283D4C"/>
    <w:rsid w:val="00284A31"/>
    <w:rsid w:val="002A5332"/>
    <w:rsid w:val="002A60C9"/>
    <w:rsid w:val="002E2571"/>
    <w:rsid w:val="00305FCA"/>
    <w:rsid w:val="00311B15"/>
    <w:rsid w:val="00333DE8"/>
    <w:rsid w:val="00342406"/>
    <w:rsid w:val="00344451"/>
    <w:rsid w:val="00350109"/>
    <w:rsid w:val="003543C8"/>
    <w:rsid w:val="00366D3C"/>
    <w:rsid w:val="00370DDE"/>
    <w:rsid w:val="003A3CA0"/>
    <w:rsid w:val="003C0053"/>
    <w:rsid w:val="003C52AC"/>
    <w:rsid w:val="003E3C9B"/>
    <w:rsid w:val="003F598B"/>
    <w:rsid w:val="00400DED"/>
    <w:rsid w:val="00413464"/>
    <w:rsid w:val="00455CED"/>
    <w:rsid w:val="00463B7B"/>
    <w:rsid w:val="00480EFE"/>
    <w:rsid w:val="00482B98"/>
    <w:rsid w:val="004A487A"/>
    <w:rsid w:val="004C2749"/>
    <w:rsid w:val="004D22E3"/>
    <w:rsid w:val="004D3CF1"/>
    <w:rsid w:val="004D5609"/>
    <w:rsid w:val="00513EA2"/>
    <w:rsid w:val="005327E8"/>
    <w:rsid w:val="0053646C"/>
    <w:rsid w:val="00540C9C"/>
    <w:rsid w:val="00552347"/>
    <w:rsid w:val="00580933"/>
    <w:rsid w:val="005B0787"/>
    <w:rsid w:val="005B7231"/>
    <w:rsid w:val="005D47F1"/>
    <w:rsid w:val="005D5B16"/>
    <w:rsid w:val="005E6614"/>
    <w:rsid w:val="005F4971"/>
    <w:rsid w:val="006023D2"/>
    <w:rsid w:val="00605CD6"/>
    <w:rsid w:val="006340E4"/>
    <w:rsid w:val="0063426F"/>
    <w:rsid w:val="00637590"/>
    <w:rsid w:val="0065650B"/>
    <w:rsid w:val="00660836"/>
    <w:rsid w:val="00663F28"/>
    <w:rsid w:val="00666924"/>
    <w:rsid w:val="00682CF5"/>
    <w:rsid w:val="00694AFA"/>
    <w:rsid w:val="00694E86"/>
    <w:rsid w:val="006C47B8"/>
    <w:rsid w:val="006D219C"/>
    <w:rsid w:val="006D7D6F"/>
    <w:rsid w:val="006E1861"/>
    <w:rsid w:val="00760F25"/>
    <w:rsid w:val="00761604"/>
    <w:rsid w:val="00765C25"/>
    <w:rsid w:val="00767560"/>
    <w:rsid w:val="00771B4B"/>
    <w:rsid w:val="007B0270"/>
    <w:rsid w:val="007C15B4"/>
    <w:rsid w:val="007C63E3"/>
    <w:rsid w:val="007D36A3"/>
    <w:rsid w:val="007E7E8F"/>
    <w:rsid w:val="007F43A1"/>
    <w:rsid w:val="00801251"/>
    <w:rsid w:val="00801964"/>
    <w:rsid w:val="00820FE7"/>
    <w:rsid w:val="0082212C"/>
    <w:rsid w:val="00823ABE"/>
    <w:rsid w:val="00827DAE"/>
    <w:rsid w:val="008401A2"/>
    <w:rsid w:val="00840DF5"/>
    <w:rsid w:val="00841140"/>
    <w:rsid w:val="008534FA"/>
    <w:rsid w:val="00897818"/>
    <w:rsid w:val="008B30AD"/>
    <w:rsid w:val="008C5BCE"/>
    <w:rsid w:val="008C70E8"/>
    <w:rsid w:val="008E210D"/>
    <w:rsid w:val="009238C6"/>
    <w:rsid w:val="00930A2D"/>
    <w:rsid w:val="009449DA"/>
    <w:rsid w:val="009670FF"/>
    <w:rsid w:val="009A28BD"/>
    <w:rsid w:val="009A59D9"/>
    <w:rsid w:val="009D3721"/>
    <w:rsid w:val="009D6E01"/>
    <w:rsid w:val="009E5790"/>
    <w:rsid w:val="009E6A9A"/>
    <w:rsid w:val="00A0192F"/>
    <w:rsid w:val="00A23957"/>
    <w:rsid w:val="00A253CC"/>
    <w:rsid w:val="00A2675A"/>
    <w:rsid w:val="00A67850"/>
    <w:rsid w:val="00AB217F"/>
    <w:rsid w:val="00AB4FDB"/>
    <w:rsid w:val="00AB6878"/>
    <w:rsid w:val="00AD01DE"/>
    <w:rsid w:val="00AF39F6"/>
    <w:rsid w:val="00B037E4"/>
    <w:rsid w:val="00B05892"/>
    <w:rsid w:val="00B132F5"/>
    <w:rsid w:val="00B32DD2"/>
    <w:rsid w:val="00B53C31"/>
    <w:rsid w:val="00B54FF8"/>
    <w:rsid w:val="00B71BAB"/>
    <w:rsid w:val="00BD4FDD"/>
    <w:rsid w:val="00C00CAA"/>
    <w:rsid w:val="00C0688C"/>
    <w:rsid w:val="00C26186"/>
    <w:rsid w:val="00C35BCE"/>
    <w:rsid w:val="00C521A9"/>
    <w:rsid w:val="00C53968"/>
    <w:rsid w:val="00CB374F"/>
    <w:rsid w:val="00CB46E1"/>
    <w:rsid w:val="00CD5F82"/>
    <w:rsid w:val="00CD60AD"/>
    <w:rsid w:val="00D3453C"/>
    <w:rsid w:val="00D73E23"/>
    <w:rsid w:val="00DC2E18"/>
    <w:rsid w:val="00DC5506"/>
    <w:rsid w:val="00DE287B"/>
    <w:rsid w:val="00E01AF2"/>
    <w:rsid w:val="00E164FB"/>
    <w:rsid w:val="00E232E6"/>
    <w:rsid w:val="00E23BCD"/>
    <w:rsid w:val="00E2530B"/>
    <w:rsid w:val="00E5179B"/>
    <w:rsid w:val="00E5442F"/>
    <w:rsid w:val="00E71597"/>
    <w:rsid w:val="00EC3DA0"/>
    <w:rsid w:val="00EE0943"/>
    <w:rsid w:val="00EF3235"/>
    <w:rsid w:val="00F0587F"/>
    <w:rsid w:val="00F066B9"/>
    <w:rsid w:val="00F36A93"/>
    <w:rsid w:val="00F87926"/>
    <w:rsid w:val="00FA174C"/>
    <w:rsid w:val="00FA292B"/>
    <w:rsid w:val="00FC70F1"/>
    <w:rsid w:val="00FD4678"/>
    <w:rsid w:val="00FE0C5E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31CAFFE6"/>
  <w15:chartTrackingRefBased/>
  <w15:docId w15:val="{B76E88F5-2B21-45D1-8157-97987C5EE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01AF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table" w:styleId="Mkatabulky">
    <w:name w:val="Table Grid"/>
    <w:basedOn w:val="Normlntabulka"/>
    <w:uiPriority w:val="39"/>
    <w:rsid w:val="00FC70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rsid w:val="00930A2D"/>
    <w:rPr>
      <w:sz w:val="16"/>
      <w:szCs w:val="16"/>
    </w:rPr>
  </w:style>
  <w:style w:type="paragraph" w:styleId="Textkomente">
    <w:name w:val="annotation text"/>
    <w:basedOn w:val="Normln"/>
    <w:link w:val="TextkomenteChar"/>
    <w:rsid w:val="00930A2D"/>
    <w:rPr>
      <w:szCs w:val="20"/>
      <w:lang w:val="x-none" w:eastAsia="x-none"/>
    </w:rPr>
  </w:style>
  <w:style w:type="character" w:customStyle="1" w:styleId="TextkomenteChar">
    <w:name w:val="Text komentáře Char"/>
    <w:link w:val="Textkomente"/>
    <w:rsid w:val="00930A2D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930A2D"/>
    <w:rPr>
      <w:b/>
      <w:bCs/>
    </w:rPr>
  </w:style>
  <w:style w:type="character" w:customStyle="1" w:styleId="PedmtkomenteChar">
    <w:name w:val="Předmět komentáře Char"/>
    <w:link w:val="Pedmtkomente"/>
    <w:rsid w:val="00930A2D"/>
    <w:rPr>
      <w:rFonts w:ascii="Arial" w:hAnsi="Arial"/>
      <w:b/>
      <w:bCs/>
    </w:rPr>
  </w:style>
  <w:style w:type="table" w:styleId="Tabulkaseznamu2zvraznn2">
    <w:name w:val="List Table 2 Accent 2"/>
    <w:basedOn w:val="Normlntabulka"/>
    <w:uiPriority w:val="47"/>
    <w:rsid w:val="00E01AF2"/>
    <w:tblPr>
      <w:tblStyleRowBandSize w:val="1"/>
      <w:tblStyleColBandSize w:val="1"/>
      <w:tblInd w:w="0" w:type="dxa"/>
      <w:tblBorders>
        <w:top w:val="single" w:sz="4" w:space="0" w:color="F4B083"/>
        <w:bottom w:val="single" w:sz="4" w:space="0" w:color="F4B083"/>
        <w:insideH w:val="single" w:sz="4" w:space="0" w:color="F4B08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paragraph" w:styleId="Odstavecseseznamem">
    <w:name w:val="List Paragraph"/>
    <w:basedOn w:val="Normln"/>
    <w:uiPriority w:val="34"/>
    <w:qFormat/>
    <w:rsid w:val="00F36A9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1872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6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ka.fridrichova\AppData\Local\Temp\Temp2_dopisni-papiry.zip\dopisni-papiry\KZ-dopis-sablona-A4-cmyk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5D10A064583D429E3218C50D94C649" ma:contentTypeVersion="0" ma:contentTypeDescription="Vytvoří nový dokument" ma:contentTypeScope="" ma:versionID="5c8bb1eed6344ba2a58c9d36a54abe3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9FEAC-C691-4CD9-AD49-5427C873B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8AAF71-8E43-488D-BAC6-64E89CDA26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5B6C7A-2666-4D3C-998A-942AA3D4E8CB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DDF1476-925F-407C-A5BD-8254A36B6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KZ-dopis-sablona-A4-cmyk</Template>
  <TotalTime>55</TotalTime>
  <Pages>6</Pages>
  <Words>1341</Words>
  <Characters>8179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9501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cp:lastModifiedBy>Slížek Roman</cp:lastModifiedBy>
  <cp:revision>19</cp:revision>
  <cp:lastPrinted>2020-06-08T09:09:00Z</cp:lastPrinted>
  <dcterms:created xsi:type="dcterms:W3CDTF">2021-02-23T12:01:00Z</dcterms:created>
  <dcterms:modified xsi:type="dcterms:W3CDTF">2021-03-05T06:07:00Z</dcterms:modified>
</cp:coreProperties>
</file>